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3" w:after="0" w:line="203" w:lineRule="exact"/>
        <w:ind w:left="11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48.5pt;margin-top:21.14192pt;width:744.000011pt;height:.1pt;mso-position-horizontal-relative:page;mso-position-vertical-relative:paragraph;z-index:-153" coordorigin="970,423" coordsize="14880,2">
            <v:shape style="position:absolute;left:970;top:423;width:14880;height:2" coordorigin="970,423" coordsize="14880,0" path="m970,423l15850,423e" filled="f" stroked="t" strokeweight=".5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OŠ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Belokranjskega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odreda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Semi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č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Šolska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ulica,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Semi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č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</w:sectPr>
      </w:pPr>
      <w:rPr/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4" w:lineRule="exact"/>
        <w:ind w:left="110" w:right="-67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Datum: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/>
        <w:br w:type="column"/>
      </w:r>
      <w:r>
        <w:rPr>
          <w:sz w:val="15"/>
          <w:szCs w:val="15"/>
        </w:rPr>
      </w:r>
    </w:p>
    <w:p>
      <w:pPr>
        <w:spacing w:before="0" w:after="0" w:line="203" w:lineRule="exact"/>
        <w:ind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21.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10.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2016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  <w:cols w:num="2" w:equalWidth="0">
            <w:col w:w="687" w:space="143"/>
            <w:col w:w="14270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3" w:after="0" w:line="237" w:lineRule="exact"/>
        <w:ind w:left="3168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NADOMEŠ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Č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ANJA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Č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ITELJEV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</w:sectPr>
      </w:pPr>
      <w:rPr/>
    </w:p>
    <w:p>
      <w:pPr>
        <w:spacing w:before="33" w:after="0" w:line="237" w:lineRule="exact"/>
        <w:ind w:right="-20"/>
        <w:jc w:val="righ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24.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10.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2016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33" w:after="0" w:line="237" w:lineRule="exact"/>
        <w:ind w:right="-72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br w:type="column"/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do: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33" w:after="0" w:line="237" w:lineRule="exact"/>
        <w:ind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br w:type="column"/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24.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10.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2016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  <w:cols w:num="3" w:equalWidth="0">
            <w:col w:w="4158" w:space="229"/>
            <w:col w:w="327" w:space="196"/>
            <w:col w:w="10190"/>
          </w:cols>
        </w:sectPr>
      </w:pPr>
      <w:rPr/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2" w:after="0" w:line="193" w:lineRule="exact"/>
        <w:ind w:left="110" w:right="-20"/>
        <w:jc w:val="left"/>
        <w:rPr>
          <w:rFonts w:ascii="Arial" w:hAnsi="Arial" w:cs="Arial" w:eastAsia="Arial"/>
          <w:sz w:val="17"/>
          <w:szCs w:val="17"/>
        </w:rPr>
      </w:pPr>
      <w:rPr/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  <w:position w:val="-1"/>
        </w:rPr>
        <w:t>ponedeljek,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  <w:position w:val="-1"/>
        </w:rPr>
        <w:t>24.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  <w:position w:val="-1"/>
        </w:rPr>
        <w:t>10.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2"/>
          <w:b/>
          <w:bCs/>
          <w:position w:val="-1"/>
        </w:rPr>
        <w:t>2016</w:t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9.500017" w:type="dxa"/>
      </w:tblPr>
      <w:tblGrid/>
      <w:tr>
        <w:trPr>
          <w:trHeight w:val="285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993" w:right="994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č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itelj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619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Oddelek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288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Ura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169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Predmet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178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Prostor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433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Sprememba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912" w:right="861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Namesto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1051" w:right="1072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Opomba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568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Izb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LS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3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6.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15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izb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LS3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27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LIK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55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Odpade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Henigsman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Vlasta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2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568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Izb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LS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3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7.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15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izb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LS3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27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LIK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55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Odpade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Henigsman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Vlasta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</w:tbl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right="470"/>
        <w:jc w:val="righ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48.5pt;margin-top:1.341903pt;width:744.000011pt;height:.1pt;mso-position-horizontal-relative:page;mso-position-vertical-relative:paragraph;z-index:-152" coordorigin="970,27" coordsize="14880,2">
            <v:shape style="position:absolute;left:970;top:27;width:14880;height:2" coordorigin="970,27" coordsize="14880,0" path="m970,27l15850,27e" filled="f" stroked="t" strokeweight=".5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1/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1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sectPr>
      <w:type w:val="continuous"/>
      <w:pgSz w:w="16820" w:h="11900" w:orient="landscape"/>
      <w:pgMar w:top="500" w:bottom="0" w:left="86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238"/>
    <w:family w:val="roman"/>
    <w:pitch w:val="variable"/>
  </w:font>
  <w:font w:name="Arial">
    <w:altName w:val="Arial"/>
    <w:charset w:val="238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2016-10-21T23:41:11Z</dcterms:created>
  <dcterms:modified xsi:type="dcterms:W3CDTF">2016-10-21T23:41:11Z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2016-10-21T00:00:00Z</vt:filetime>
  </property>
  <property fmtid="{D5CDD505-2E9C-101B-9397-08002B2CF9AE}" pid="3" name="LastSaved">
    <vt:filetime>2016-10-21T00:00:00Z</vt:filetime>
  </property>
</Properties>
</file>