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352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3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31.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40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6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40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041" w:space="346"/>
            <w:col w:w="327" w:space="196"/>
            <w:col w:w="10190"/>
          </w:cols>
        </w:sectPr>
      </w:pPr>
      <w:rPr/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sreda,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1.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7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0.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8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DOD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5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Odpade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8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vguštin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Alenka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Domitrovi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Marica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Moškun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Nuša,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Moškun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Nuša,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303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5.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Papež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Lucija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Moškun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Nuša,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7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Anželika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1.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3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Moškun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Nuša,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99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291904pt;width:527.250008pt;height:.1pt;mso-position-horizontal-relative:page;mso-position-vertical-relative:paragraph;z-index:-351" coordorigin="970,26" coordsize="10545,2">
            <v:shape style="position:absolute;left:970;top:26;width:10545;height:2" coordorigin="970,26" coordsize="10545,0" path="m970,26l11515,26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2017-01-31T07:54:47Z</dcterms:created>
  <dcterms:modified xsi:type="dcterms:W3CDTF">2017-01-31T07:54:47Z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2017-01-31T00:00:00Z</vt:filetime>
  </property>
  <property fmtid="{D5CDD505-2E9C-101B-9397-08002B2CF9AE}" pid="3" name="LastSaved">
    <vt:filetime>2017-01-31T00:00:00Z</vt:filetime>
  </property>
</Properties>
</file>