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3" w:after="0" w:line="203" w:lineRule="exact"/>
        <w:ind w:left="11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21.14192pt;width:744.000011pt;height:.1pt;mso-position-horizontal-relative:page;mso-position-vertical-relative:paragraph;z-index:-362" coordorigin="970,423" coordsize="14880,2">
            <v:shape style="position:absolute;left:970;top:423;width:14880;height:2" coordorigin="970,423" coordsize="14880,0" path="m970,423l15850,423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OŠ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Belokranjskega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odreda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Šolska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ulica,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3" w:lineRule="exact"/>
        <w:ind w:left="11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Datum: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6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15.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02.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2017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2" w:equalWidth="0">
            <w:col w:w="687" w:space="143"/>
            <w:col w:w="1427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37" w:lineRule="exact"/>
        <w:ind w:left="3168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NADOMEŠ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ANJA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ITELJEV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33" w:after="0" w:line="240" w:lineRule="exact"/>
        <w:ind w:right="-20"/>
        <w:jc w:val="righ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15.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02.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6" w:after="0" w:line="237" w:lineRule="exact"/>
        <w:ind w:right="-72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do: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40" w:lineRule="exact"/>
        <w:ind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15.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02.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3" w:equalWidth="0">
            <w:col w:w="4158" w:space="229"/>
            <w:col w:w="327" w:space="196"/>
            <w:col w:w="10190"/>
          </w:cols>
        </w:sectPr>
      </w:pPr>
      <w:rPr/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42" w:after="0" w:line="193" w:lineRule="exact"/>
        <w:ind w:left="110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sreda,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15.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02.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2"/>
          <w:b/>
          <w:bCs/>
          <w:position w:val="-1"/>
        </w:rPr>
        <w:t>2017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9.500017" w:type="dxa"/>
      </w:tblPr>
      <w:tblGrid/>
      <w:tr>
        <w:trPr>
          <w:trHeight w:val="285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993" w:right="994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itelj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61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Oddelek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28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Ura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16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Predmet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17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Prostor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433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Sprememba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912" w:right="86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Namesto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1051" w:right="1072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Opomba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Khalil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-1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Medvešek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erne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Brigita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8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vguštin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Alenka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erne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Brigita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Kastelic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Petra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7.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Domitrovi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Marica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LUM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erne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Brigita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Mitrovi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Anželika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7.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Papež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Lucija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8.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8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KEM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4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BIO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Bremec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Darja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Žalec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Sever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LUM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erne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Brigita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Kastelic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Petra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8.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5.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8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KEM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4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BIO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Bremec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Darja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Medvešek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5.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77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Jeleni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-1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oni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52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ID-6sport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6.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3" w:after="0" w:line="282" w:lineRule="auto"/>
              <w:ind w:left="292" w:right="246" w:firstLine="24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NIZ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77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3" w:after="0" w:line="240" w:lineRule="auto"/>
              <w:ind w:left="255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Izb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ŠZZ8,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Izb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42" w:after="0" w:line="240" w:lineRule="auto"/>
              <w:ind w:left="665" w:right="656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ŠZZ9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7.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14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izb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ŠZZ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</w:tbl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right="470"/>
        <w:jc w:val="righ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1.291904pt;width:744.000011pt;height:.1pt;mso-position-horizontal-relative:page;mso-position-vertical-relative:paragraph;z-index:-361" coordorigin="970,26" coordsize="14880,2">
            <v:shape style="position:absolute;left:970;top:26;width:14880;height:2" coordorigin="970,26" coordsize="14880,0" path="m970,26l15850,26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1/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sectPr>
      <w:type w:val="continuous"/>
      <w:pgSz w:w="16820" w:h="11900" w:orient="landscape"/>
      <w:pgMar w:top="500" w:bottom="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238"/>
    <w:family w:val="roman"/>
    <w:pitch w:val="variable"/>
  </w:font>
  <w:font w:name="Arial">
    <w:altName w:val="Arial"/>
    <w:charset w:val="238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2017-02-15T07:23:12Z</dcterms:created>
  <dcterms:modified xsi:type="dcterms:W3CDTF">2017-02-15T07:23:12Z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2017-02-15T00:00:00Z</vt:filetime>
  </property>
  <property fmtid="{D5CDD505-2E9C-101B-9397-08002B2CF9AE}" pid="3" name="LastSaved">
    <vt:filetime>2017-02-15T00:00:00Z</vt:filetime>
  </property>
</Properties>
</file>