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3" w:after="0" w:line="203" w:lineRule="exact"/>
        <w:ind w:left="11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/>
        <w:pict>
          <v:group style="position:absolute;margin-left:48.5pt;margin-top:21.14192pt;width:744.000011pt;height:.1pt;mso-position-horizontal-relative:page;mso-position-vertical-relative:paragraph;z-index:-464" coordorigin="970,423" coordsize="14880,2">
            <v:shape style="position:absolute;left:970;top:423;width:14880;height:2" coordorigin="970,423" coordsize="14880,0" path="m970,423l15850,423e" filled="f" stroked="t" strokeweight=".5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OŠ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Belokranjskega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odreda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Semi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č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Šolska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ulica,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Semi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č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6820" w:h="11900" w:orient="landscape"/>
          <w:pgMar w:top="500" w:bottom="0" w:left="860" w:right="860"/>
        </w:sectPr>
      </w:pPr>
      <w:rPr/>
    </w:p>
    <w:p>
      <w:pPr>
        <w:spacing w:before="6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4" w:lineRule="exact"/>
        <w:ind w:left="110" w:right="-67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Datum: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/>
        <w:br w:type="column"/>
      </w:r>
      <w:r>
        <w:rPr>
          <w:sz w:val="15"/>
          <w:szCs w:val="15"/>
        </w:rPr>
      </w:r>
    </w:p>
    <w:p>
      <w:pPr>
        <w:spacing w:before="0" w:after="0" w:line="203" w:lineRule="exact"/>
        <w:ind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10.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03.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2017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6820" w:h="11900" w:orient="landscape"/>
          <w:pgMar w:top="500" w:bottom="0" w:left="860" w:right="860"/>
          <w:cols w:num="2" w:equalWidth="0">
            <w:col w:w="687" w:space="143"/>
            <w:col w:w="14270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0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3" w:after="0" w:line="237" w:lineRule="exact"/>
        <w:ind w:left="3168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NADOMEŠ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Č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ANJA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Č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ITELJEV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</w:r>
    </w:p>
    <w:p>
      <w:pPr>
        <w:spacing w:before="1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6820" w:h="11900" w:orient="landscape"/>
          <w:pgMar w:top="500" w:bottom="0" w:left="860" w:right="860"/>
        </w:sectPr>
      </w:pPr>
      <w:rPr/>
    </w:p>
    <w:p>
      <w:pPr>
        <w:spacing w:before="33" w:after="0" w:line="237" w:lineRule="exact"/>
        <w:ind w:right="-20"/>
        <w:jc w:val="righ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10.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03.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2017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</w:r>
    </w:p>
    <w:p>
      <w:pPr>
        <w:spacing w:before="33" w:after="0" w:line="237" w:lineRule="exact"/>
        <w:ind w:right="-72"/>
        <w:jc w:val="left"/>
        <w:rPr>
          <w:rFonts w:ascii="Arial" w:hAnsi="Arial" w:cs="Arial" w:eastAsia="Arial"/>
          <w:sz w:val="21"/>
          <w:szCs w:val="21"/>
        </w:rPr>
      </w:pPr>
      <w:rPr/>
      <w:r>
        <w:rPr/>
        <w:br w:type="column"/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do: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</w:r>
    </w:p>
    <w:p>
      <w:pPr>
        <w:spacing w:before="33" w:after="0" w:line="237" w:lineRule="exact"/>
        <w:ind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/>
        <w:br w:type="column"/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10.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03.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2017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6820" w:h="11900" w:orient="landscape"/>
          <w:pgMar w:top="500" w:bottom="0" w:left="860" w:right="860"/>
          <w:cols w:num="3" w:equalWidth="0">
            <w:col w:w="4158" w:space="229"/>
            <w:col w:w="327" w:space="196"/>
            <w:col w:w="10190"/>
          </w:cols>
        </w:sectPr>
      </w:pPr>
      <w:rPr/>
    </w:p>
    <w:p>
      <w:pPr>
        <w:spacing w:before="1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2" w:after="0" w:line="193" w:lineRule="exact"/>
        <w:ind w:left="110" w:right="-20"/>
        <w:jc w:val="left"/>
        <w:rPr>
          <w:rFonts w:ascii="Arial" w:hAnsi="Arial" w:cs="Arial" w:eastAsia="Arial"/>
          <w:sz w:val="17"/>
          <w:szCs w:val="17"/>
        </w:rPr>
      </w:pPr>
      <w:rPr/>
      <w:r>
        <w:rPr>
          <w:rFonts w:ascii="Arial" w:hAnsi="Arial" w:cs="Arial" w:eastAsia="Arial"/>
          <w:sz w:val="17"/>
          <w:szCs w:val="17"/>
          <w:spacing w:val="0"/>
          <w:w w:val="100"/>
          <w:b/>
          <w:bCs/>
          <w:position w:val="-1"/>
        </w:rPr>
        <w:t>petek,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0"/>
          <w:b/>
          <w:bCs/>
          <w:position w:val="-1"/>
        </w:rPr>
        <w:t>10.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0"/>
          <w:b/>
          <w:bCs/>
          <w:position w:val="-1"/>
        </w:rPr>
        <w:t>03.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2"/>
          <w:b/>
          <w:bCs/>
          <w:position w:val="-1"/>
        </w:rPr>
        <w:t>2017</w:t>
      </w:r>
      <w:r>
        <w:rPr>
          <w:rFonts w:ascii="Arial" w:hAnsi="Arial" w:cs="Arial" w:eastAsia="Arial"/>
          <w:sz w:val="17"/>
          <w:szCs w:val="17"/>
          <w:spacing w:val="0"/>
          <w:w w:val="100"/>
          <w:position w:val="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9.500017" w:type="dxa"/>
      </w:tblPr>
      <w:tblGrid/>
      <w:tr>
        <w:trPr>
          <w:trHeight w:val="285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5" w:after="0" w:line="240" w:lineRule="auto"/>
              <w:ind w:left="993" w:right="994"/>
              <w:jc w:val="center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č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itelj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5" w:after="0" w:line="240" w:lineRule="auto"/>
              <w:ind w:left="619" w:right="-2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Oddelek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5" w:after="0" w:line="240" w:lineRule="auto"/>
              <w:ind w:left="288" w:right="-2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Ura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5" w:after="0" w:line="240" w:lineRule="auto"/>
              <w:ind w:left="169" w:right="-2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Predmet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5" w:after="0" w:line="240" w:lineRule="auto"/>
              <w:ind w:left="178" w:right="-2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Prostor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5" w:after="0" w:line="240" w:lineRule="auto"/>
              <w:ind w:left="433" w:right="-2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Sprememba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5" w:after="0" w:line="240" w:lineRule="auto"/>
              <w:ind w:left="912" w:right="861"/>
              <w:jc w:val="center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Namesto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55" w:after="0" w:line="240" w:lineRule="auto"/>
              <w:ind w:left="1051" w:right="1072"/>
              <w:jc w:val="center"/>
              <w:rPr>
                <w:rFonts w:ascii="Arial" w:hAnsi="Arial" w:cs="Arial" w:eastAsia="Arial"/>
                <w:sz w:val="17"/>
                <w:szCs w:val="17"/>
              </w:rPr>
            </w:pPr>
            <w:rPr/>
            <w:r>
              <w:rPr>
                <w:rFonts w:ascii="Arial" w:hAnsi="Arial" w:cs="Arial" w:eastAsia="Arial"/>
                <w:sz w:val="17"/>
                <w:szCs w:val="17"/>
                <w:spacing w:val="0"/>
                <w:w w:val="102"/>
                <w:b/>
                <w:bCs/>
              </w:rPr>
              <w:t>Opomba</w:t>
            </w:r>
            <w:r>
              <w:rPr>
                <w:rFonts w:ascii="Arial" w:hAnsi="Arial" w:cs="Arial" w:eastAsia="Arial"/>
                <w:sz w:val="17"/>
                <w:szCs w:val="17"/>
                <w:spacing w:val="0"/>
                <w:w w:val="100"/>
              </w:rPr>
            </w:r>
          </w:p>
        </w:tc>
      </w:tr>
      <w:tr>
        <w:trPr>
          <w:trHeight w:val="561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Bremec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Darja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8" w:after="0" w:line="274" w:lineRule="auto"/>
              <w:ind w:left="564" w:right="518" w:firstLine="-48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ŠPO8-F,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0"/>
                <w:w w:val="102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ŠPO8-D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1.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92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ŠPO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32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TEL1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Mirosavljevi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ć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Sašo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292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-4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inarnik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Katja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42" w:right="734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2.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2.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0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w w:val="102"/>
              </w:rPr>
              <w:t>M</w:t>
            </w:r>
            <w:r>
              <w:rPr>
                <w:rFonts w:ascii="Arial" w:hAnsi="Arial" w:cs="Arial" w:eastAsia="Arial"/>
                <w:sz w:val="21"/>
                <w:szCs w:val="21"/>
                <w:spacing w:val="-16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engija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Elvira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292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Barbori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č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Petra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42" w:right="734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2.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3.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92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ŠPO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32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TEL2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engija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Elvira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292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Medvešek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Nataša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162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SLO9-1,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3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SLO9-2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3.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33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SLJ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4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SLO1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Grahek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Nina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292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Pavlakovi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č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-15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omaž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42" w:right="734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6.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3.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92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ŠPO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32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TEL1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Mirosavljevi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ć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Sašo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292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Barbori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č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Petra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42" w:right="734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2.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4.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33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SLJ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engija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Elvira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292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Medvešek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Nataša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42" w:right="734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6.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4.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33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SLJ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4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SLO1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Grahek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Nina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292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Mitrovi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ć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8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Anželika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42" w:right="734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7.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4.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92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ŠPO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32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TEL1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Mirosavljevi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ć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Sašo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292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Fir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Barbara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36" w:right="728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7.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0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B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5.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92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ŠPO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32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TEL1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Mirosavljevi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ć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Sašo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292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Moškun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Nuša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42" w:right="734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2.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5.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33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SLJ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engija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Elvira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292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-15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olf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Grgi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č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Erika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736" w:right="728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2.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0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B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5.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68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GUM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-3"/>
                <w:w w:val="100"/>
              </w:rPr>
              <w:t>V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inarnik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2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Katja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561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Kastelic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Petra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8" w:after="0" w:line="274" w:lineRule="auto"/>
              <w:ind w:left="564" w:right="518" w:firstLine="-48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ŠPO8-F,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0"/>
                <w:w w:val="102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ŠPO8-D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6.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92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ŠPO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32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TEL1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Mirosavljevi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ć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Sašo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292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Khalil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-15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anja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592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Izb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NI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1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6.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183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izb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2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NI1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4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SLO1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Grahek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Nina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575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81" w:lineRule="auto"/>
              <w:ind w:left="49" w:right="742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Jakša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Anton,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Medvešek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Nataša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582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PB-2PB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7.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8" w:after="0" w:line="274" w:lineRule="auto"/>
              <w:ind w:left="292" w:right="246" w:firstLine="-16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-16"/>
                <w:w w:val="102"/>
              </w:rPr>
              <w:t>V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0"/>
                <w:w w:val="102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OPB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8" w:after="0" w:line="274" w:lineRule="auto"/>
              <w:ind w:left="328" w:right="287" w:firstLine="42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Skupina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2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0"/>
                <w:w w:val="102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prerazporedi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Barbori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č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3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Petra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292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Petrov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č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Anja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592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Izb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NI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2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7.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183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izb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2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NI2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4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SLO1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21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Nadomeš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č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anje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Grahek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Nina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575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81" w:lineRule="auto"/>
              <w:ind w:left="49" w:right="742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Jakša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Anton,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Medvešek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Nataša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582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PB-2PB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8.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8" w:after="0" w:line="274" w:lineRule="auto"/>
              <w:ind w:left="292" w:right="246" w:firstLine="-16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-16"/>
                <w:w w:val="102"/>
              </w:rPr>
              <w:t>V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0"/>
                <w:w w:val="102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OPB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8" w:after="0" w:line="274" w:lineRule="auto"/>
              <w:ind w:left="328" w:right="287" w:firstLine="42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Skupina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2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0"/>
                <w:w w:val="102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prerazporedi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Barbori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č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3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Petra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  <w:tr>
        <w:trPr>
          <w:trHeight w:val="561" w:hRule="exact"/>
        </w:trPr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25" w:after="0" w:line="240" w:lineRule="auto"/>
              <w:ind w:left="4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Jakša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Anton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94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492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PB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-12PB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9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308" w:right="30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9.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5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8" w:after="0" w:line="274" w:lineRule="auto"/>
              <w:ind w:left="292" w:right="246" w:firstLine="-16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-16"/>
                <w:w w:val="102"/>
              </w:rPr>
              <w:t>V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AR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0"/>
                <w:w w:val="102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OPB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10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  <w:tc>
          <w:tcPr>
            <w:tcW w:w="188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8" w:after="0" w:line="274" w:lineRule="auto"/>
              <w:ind w:left="328" w:right="287" w:firstLine="42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Skupina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2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0"/>
                <w:w w:val="102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prerazporedi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60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>
              <w:spacing w:before="17" w:after="0" w:line="240" w:lineRule="auto"/>
              <w:ind w:left="8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Barbori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č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spacing w:val="23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Petra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920" w:type="dxa"/>
            <w:tcBorders>
              <w:top w:val="single" w:sz=".4" w:space="0" w:color="000000"/>
              <w:bottom w:val="single" w:sz=".4" w:space="0" w:color="000000"/>
              <w:left w:val="single" w:sz=".4" w:space="0" w:color="000000"/>
              <w:right w:val="single" w:sz=".4" w:space="0" w:color="000000"/>
            </w:tcBorders>
          </w:tcPr>
          <w:p>
            <w:pPr/>
            <w:rPr/>
          </w:p>
        </w:tc>
      </w:tr>
    </w:tbl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right="470"/>
        <w:jc w:val="right"/>
        <w:rPr>
          <w:rFonts w:ascii="Arial" w:hAnsi="Arial" w:cs="Arial" w:eastAsia="Arial"/>
          <w:sz w:val="18"/>
          <w:szCs w:val="18"/>
        </w:rPr>
      </w:pPr>
      <w:rPr/>
      <w:r>
        <w:rPr/>
        <w:pict>
          <v:group style="position:absolute;margin-left:48.5pt;margin-top:1.341903pt;width:744.000011pt;height:.1pt;mso-position-horizontal-relative:page;mso-position-vertical-relative:paragraph;z-index:-463" coordorigin="970,27" coordsize="14880,2">
            <v:shape style="position:absolute;left:970;top:27;width:14880;height:2" coordorigin="970,27" coordsize="14880,0" path="m970,27l15850,27e" filled="f" stroked="t" strokeweight=".5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1/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</w:rPr>
        <w:t>1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sectPr>
      <w:type w:val="continuous"/>
      <w:pgSz w:w="16820" w:h="11900" w:orient="landscape"/>
      <w:pgMar w:top="500" w:bottom="0" w:left="860" w:right="8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238"/>
    <w:family w:val="roman"/>
    <w:pitch w:val="variable"/>
  </w:font>
  <w:font w:name="Arial">
    <w:altName w:val="Arial"/>
    <w:charset w:val="238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2017-03-10T00:11:01Z</dcterms:created>
  <dcterms:modified xsi:type="dcterms:W3CDTF">2017-03-10T00:11:01Z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2017-03-09T00:00:00Z</vt:filetime>
  </property>
  <property fmtid="{D5CDD505-2E9C-101B-9397-08002B2CF9AE}" pid="3" name="LastSaved">
    <vt:filetime>2017-03-09T00:00:00Z</vt:filetime>
  </property>
</Properties>
</file>