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3" w:after="0" w:line="203" w:lineRule="exact"/>
        <w:ind w:left="11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8.5pt;margin-top:21.14192pt;width:744.000011pt;height:.1pt;mso-position-horizontal-relative:page;mso-position-vertical-relative:paragraph;z-index:-254" coordorigin="970,423" coordsize="14880,2">
            <v:shape style="position:absolute;left:970;top:423;width:14880;height:2" coordorigin="970,423" coordsize="14880,0" path="m970,423l15850,423e" filled="f" stroked="t" strokeweight=".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OŠ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Belokranjskega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odreda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Semi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č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Šolska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ulica,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Semi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č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</w:sectPr>
      </w:pPr>
      <w:rPr/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4" w:lineRule="exact"/>
        <w:ind w:left="110"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Datum: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03" w:lineRule="exact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24.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05.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2017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  <w:cols w:num="2" w:equalWidth="0">
            <w:col w:w="687" w:space="143"/>
            <w:col w:w="14270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3" w:after="0" w:line="237" w:lineRule="exact"/>
        <w:ind w:left="3168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NADOMEŠ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Č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ANJA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Č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ITELJEV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</w:sectPr>
      </w:pPr>
      <w:rPr/>
    </w:p>
    <w:p>
      <w:pPr>
        <w:spacing w:before="33" w:after="0" w:line="237" w:lineRule="exact"/>
        <w:ind w:right="-20"/>
        <w:jc w:val="righ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25.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05.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2017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33" w:after="0" w:line="237" w:lineRule="exact"/>
        <w:ind w:right="-72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do: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33" w:after="0" w:line="237" w:lineRule="exact"/>
        <w:ind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25.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05.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2017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  <w:cols w:num="3" w:equalWidth="0">
            <w:col w:w="4158" w:space="229"/>
            <w:col w:w="327" w:space="196"/>
            <w:col w:w="10190"/>
          </w:cols>
        </w:sectPr>
      </w:pPr>
      <w:rPr/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2" w:after="0" w:line="193" w:lineRule="exact"/>
        <w:ind w:left="110" w:right="-20"/>
        <w:jc w:val="left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č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etrtek,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25.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05.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2"/>
          <w:b/>
          <w:bCs/>
          <w:position w:val="-1"/>
        </w:rPr>
        <w:t>2017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9.500017" w:type="dxa"/>
      </w:tblPr>
      <w:tblGrid/>
      <w:tr>
        <w:trPr>
          <w:trHeight w:val="285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993" w:right="994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č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itelj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619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Oddelek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288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Ura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169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Predmet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178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Prostor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433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Sprememba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912" w:right="861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Namesto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1051" w:right="1072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Opomba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575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81" w:lineRule="auto"/>
              <w:ind w:left="49" w:right="953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Khalil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-15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anj</w:t>
            </w:r>
            <w:r>
              <w:rPr>
                <w:rFonts w:ascii="Arial" w:hAnsi="Arial" w:cs="Arial" w:eastAsia="Arial"/>
                <w:sz w:val="21"/>
                <w:szCs w:val="21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Štampfelj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Tjaša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9.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1.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12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TJ1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JEZ2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4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Sprememba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Khalil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-23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561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Pavlakovi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-15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omaž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48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DSP_5aN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2.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8" w:after="0" w:line="274" w:lineRule="auto"/>
              <w:ind w:left="298" w:right="252" w:firstLine="-28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DSP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DSP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10" w:right="310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PB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Medvešek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Nataša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Mirosavljevi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Sašo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6.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4.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10" w:right="310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PB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Medvešek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Nataša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Kastelic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Petra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6.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5.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10" w:right="310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PB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Medvešek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Nataša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561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Petrov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Anja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4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UP_6bTN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6.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8" w:after="0" w:line="274" w:lineRule="auto"/>
              <w:ind w:left="298" w:right="252" w:firstLine="-28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DSP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DSP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10" w:right="310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PB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Medvešek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Nataša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561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-15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olf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Grgi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Erika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43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PB-34aNM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7.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8" w:after="0" w:line="274" w:lineRule="auto"/>
              <w:ind w:left="292" w:right="246" w:firstLine="-16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-16"/>
                <w:w w:val="102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OPB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Medvešek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Nataša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575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Barbori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Petra,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Jakša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Anton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43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PB-34aNM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8.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8" w:after="0" w:line="274" w:lineRule="auto"/>
              <w:ind w:left="292" w:right="246" w:firstLine="-16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-16"/>
                <w:w w:val="102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OPB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8" w:after="0" w:line="274" w:lineRule="auto"/>
              <w:ind w:left="328" w:right="287" w:firstLine="42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Skupina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prerazporedi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Medvešek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Nataša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right="470"/>
        <w:jc w:val="righ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8.5pt;margin-top:1.341903pt;width:744.000011pt;height:.1pt;mso-position-horizontal-relative:page;mso-position-vertical-relative:paragraph;z-index:-253" coordorigin="970,27" coordsize="14880,2">
            <v:shape style="position:absolute;left:970;top:27;width:14880;height:2" coordorigin="970,27" coordsize="14880,0" path="m970,27l15850,27e" filled="f" stroked="t" strokeweight=".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1/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sectPr>
      <w:type w:val="continuous"/>
      <w:pgSz w:w="16820" w:h="11900" w:orient="landscape"/>
      <w:pgMar w:top="500" w:bottom="0" w:left="86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238"/>
    <w:family w:val="roman"/>
    <w:pitch w:val="variable"/>
  </w:font>
  <w:font w:name="Arial">
    <w:altName w:val="Arial"/>
    <w:charset w:val="238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2017-05-24T14:39:04Z</dcterms:created>
  <dcterms:modified xsi:type="dcterms:W3CDTF">2017-05-24T14:39:04Z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2017-05-24T00:00:00Z</vt:filetime>
  </property>
  <property fmtid="{D5CDD505-2E9C-101B-9397-08002B2CF9AE}" pid="3" name="LastSaved">
    <vt:filetime>2017-05-24T00:00:00Z</vt:filetime>
  </property>
</Properties>
</file>