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01" w:rsidRDefault="00CE4D55" w:rsidP="00E25301">
      <w:pPr>
        <w:pStyle w:val="Naslov2"/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-650240</wp:posOffset>
                </wp:positionH>
                <wp:positionV relativeFrom="paragraph">
                  <wp:posOffset>-229870</wp:posOffset>
                </wp:positionV>
                <wp:extent cx="1030605" cy="919480"/>
                <wp:effectExtent l="0" t="0" r="254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0605" cy="91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65F5" w:rsidRDefault="001A7663">
                            <w:pPr>
                              <w:rPr>
                                <w:lang w:val="sl-SI"/>
                              </w:rPr>
                            </w:pPr>
                            <w:r>
                              <w:rPr>
                                <w:noProof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828040" cy="828040"/>
                                  <wp:effectExtent l="19050" t="0" r="0" b="0"/>
                                  <wp:docPr id="1" name="Slika 1" descr="LOGO_Štukelj_C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Štukelj_C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8040" cy="828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51.2pt;margin-top:-18.1pt;width:81.15pt;height:72.4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" stroked="f">
                <v:textbox style="mso-fit-shape-to-text:t">
                  <w:txbxContent>
                    <w:p w:rsidR="00BB65F5" w:rsidRDefault="001A7663">
                      <w:pPr>
                        <w:rPr>
                          <w:lang w:val="sl-SI"/>
                        </w:rPr>
                      </w:pPr>
                      <w:r>
                        <w:rPr>
                          <w:noProof/>
                          <w:lang w:val="sl-SI" w:eastAsia="sl-SI"/>
                        </w:rPr>
                        <w:drawing>
                          <wp:inline distT="0" distB="0" distL="0" distR="0">
                            <wp:extent cx="828040" cy="828040"/>
                            <wp:effectExtent l="19050" t="0" r="0" b="0"/>
                            <wp:docPr id="1" name="Slika 1" descr="LOGO_Štukelj_C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Štukelj_C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8040" cy="828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-229870</wp:posOffset>
                </wp:positionV>
                <wp:extent cx="763270" cy="652145"/>
                <wp:effectExtent l="1270" t="0" r="0" b="444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2806" w:rsidRDefault="001A7663">
                            <w:pPr>
                              <w:rPr>
                                <w:lang w:val="sl-SI"/>
                              </w:rPr>
                            </w:pPr>
                            <w:r>
                              <w:rPr>
                                <w:noProof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560705" cy="560705"/>
                                  <wp:effectExtent l="19050" t="0" r="0" b="0"/>
                                  <wp:docPr id="4" name="Slika 4" descr="Zdrav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Zdrav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0705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334.6pt;margin-top:-18.1pt;width:60.1pt;height:51.35pt;z-index:251660288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" stroked="f">
                <v:textbox style="mso-fit-shape-to-text:t">
                  <w:txbxContent>
                    <w:p w:rsidR="000E2806" w:rsidRDefault="001A7663">
                      <w:pPr>
                        <w:rPr>
                          <w:lang w:val="sl-SI"/>
                        </w:rPr>
                      </w:pPr>
                      <w:r>
                        <w:rPr>
                          <w:noProof/>
                          <w:lang w:val="sl-SI" w:eastAsia="sl-SI"/>
                        </w:rPr>
                        <w:drawing>
                          <wp:inline distT="0" distB="0" distL="0" distR="0">
                            <wp:extent cx="560705" cy="560705"/>
                            <wp:effectExtent l="19050" t="0" r="0" b="0"/>
                            <wp:docPr id="4" name="Slika 4" descr="Zdrav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Zdrav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0705" cy="560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33020</wp:posOffset>
                </wp:positionV>
                <wp:extent cx="3234690" cy="732155"/>
                <wp:effectExtent l="0" t="4445" r="0" b="0"/>
                <wp:wrapNone/>
                <wp:docPr id="1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469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FE0" w:rsidRDefault="00B12FE0" w:rsidP="00A735D8">
                            <w:pPr>
                              <w:pStyle w:val="Naslov2"/>
                              <w:widowControl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2"/>
                              </w:rPr>
                              <w:t xml:space="preserve">Osnovna šola  </w:t>
                            </w:r>
                            <w:r w:rsidR="002C1A42">
                              <w:rPr>
                                <w:rFonts w:ascii="Times New Roman" w:hAnsi="Times New Roman"/>
                                <w:spacing w:val="20"/>
                                <w:sz w:val="22"/>
                              </w:rPr>
                              <w:t>LEONA ŠTUKLJA</w:t>
                            </w:r>
                            <w:r w:rsidR="008F013B">
                              <w:rPr>
                                <w:rFonts w:ascii="Times New Roman" w:hAnsi="Times New Roman"/>
                                <w:spacing w:val="20"/>
                                <w:sz w:val="22"/>
                              </w:rPr>
                              <w:t xml:space="preserve">  Maribor</w:t>
                            </w:r>
                          </w:p>
                          <w:p w:rsidR="00B12FE0" w:rsidRDefault="00B12FE0" w:rsidP="00A735D8">
                            <w:pPr>
                              <w:widowControl/>
                              <w:jc w:val="center"/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  <w:t>Klinetova ulica 18, 2000 Maribor</w:t>
                            </w:r>
                          </w:p>
                          <w:p w:rsidR="00B12FE0" w:rsidRDefault="00B12FE0" w:rsidP="00A735D8">
                            <w:pPr>
                              <w:widowControl/>
                              <w:jc w:val="center"/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  <w:t>Telefon: 02/420-64-11, 02/420-64-01</w:t>
                            </w:r>
                          </w:p>
                          <w:p w:rsidR="00B12FE0" w:rsidRDefault="00B31BFE" w:rsidP="00A735D8">
                            <w:pPr>
                              <w:widowControl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faks</w:t>
                            </w:r>
                            <w:r w:rsidR="00B12FE0">
                              <w:rPr>
                                <w:rFonts w:ascii="Times New Roman" w:hAnsi="Times New Roman"/>
                                <w:sz w:val="20"/>
                              </w:rPr>
                              <w:t>: 02/420-64-01</w:t>
                            </w:r>
                          </w:p>
                          <w:p w:rsidR="00B12FE0" w:rsidRDefault="00B12FE0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margin-left:18.45pt;margin-top:2.6pt;width:254.7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" filled="f" stroked="f" strokeweight="1pt">
                <v:textbox inset="1pt,1pt,1pt,1pt">
                  <w:txbxContent>
                    <w:p w:rsidR="00B12FE0" w:rsidRDefault="00B12FE0" w:rsidP="00A735D8">
                      <w:pPr>
                        <w:pStyle w:val="Naslov2"/>
                        <w:widowControl/>
                        <w:jc w:val="center"/>
                        <w:rPr>
                          <w:rFonts w:ascii="Times New Roman" w:hAnsi="Times New Roman"/>
                          <w:spacing w:val="20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2"/>
                        </w:rPr>
                        <w:t xml:space="preserve">Osnovna šola  </w:t>
                      </w:r>
                      <w:r w:rsidR="002C1A42">
                        <w:rPr>
                          <w:rFonts w:ascii="Times New Roman" w:hAnsi="Times New Roman"/>
                          <w:spacing w:val="20"/>
                          <w:sz w:val="22"/>
                        </w:rPr>
                        <w:t>LEONA ŠTUKLJA</w:t>
                      </w:r>
                      <w:r w:rsidR="008F013B">
                        <w:rPr>
                          <w:rFonts w:ascii="Times New Roman" w:hAnsi="Times New Roman"/>
                          <w:spacing w:val="20"/>
                          <w:sz w:val="22"/>
                        </w:rPr>
                        <w:t xml:space="preserve">  Maribor</w:t>
                      </w:r>
                    </w:p>
                    <w:p w:rsidR="00B12FE0" w:rsidRDefault="00B12FE0" w:rsidP="00A735D8">
                      <w:pPr>
                        <w:widowControl/>
                        <w:jc w:val="center"/>
                        <w:rPr>
                          <w:rFonts w:ascii="Times New Roman" w:hAnsi="Times New Roman"/>
                          <w:sz w:val="20"/>
                          <w:lang w:val="de-DE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lang w:val="de-DE"/>
                        </w:rPr>
                        <w:t>Klinetova ulica 18, 2000 Maribor</w:t>
                      </w:r>
                    </w:p>
                    <w:p w:rsidR="00B12FE0" w:rsidRDefault="00B12FE0" w:rsidP="00A735D8">
                      <w:pPr>
                        <w:widowControl/>
                        <w:jc w:val="center"/>
                        <w:rPr>
                          <w:rFonts w:ascii="Times New Roman" w:hAnsi="Times New Roman"/>
                          <w:sz w:val="20"/>
                          <w:lang w:val="de-DE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lang w:val="de-DE"/>
                        </w:rPr>
                        <w:t>Telefon: 02/420-64-11, 02/420-64-01</w:t>
                      </w:r>
                    </w:p>
                    <w:p w:rsidR="00B12FE0" w:rsidRDefault="00B31BFE" w:rsidP="00A735D8">
                      <w:pPr>
                        <w:widowControl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faks</w:t>
                      </w:r>
                      <w:r w:rsidR="00B12FE0">
                        <w:rPr>
                          <w:rFonts w:ascii="Times New Roman" w:hAnsi="Times New Roman"/>
                          <w:sz w:val="20"/>
                        </w:rPr>
                        <w:t>: 02/420-64-01</w:t>
                      </w:r>
                    </w:p>
                    <w:p w:rsidR="00B12FE0" w:rsidRDefault="00B12FE0">
                      <w:pPr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4938395</wp:posOffset>
                </wp:positionH>
                <wp:positionV relativeFrom="paragraph">
                  <wp:posOffset>-314960</wp:posOffset>
                </wp:positionV>
                <wp:extent cx="1307465" cy="996950"/>
                <wp:effectExtent l="4445" t="0" r="0" b="2540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7465" cy="99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5301" w:rsidRDefault="001A7663">
                            <w:pPr>
                              <w:rPr>
                                <w:lang w:val="sl-SI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1104265" cy="905510"/>
                                  <wp:effectExtent l="19050" t="0" r="635" b="0"/>
                                  <wp:docPr id="3" name="Slika 3" descr="UNESCO_AS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UNESCO_ASP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4265" cy="905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388.85pt;margin-top:-24.8pt;width:102.95pt;height:78.5pt;z-index:251657216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" stroked="f">
                <v:textbox style="mso-fit-shape-to-text:t">
                  <w:txbxContent>
                    <w:p w:rsidR="00E25301" w:rsidRDefault="001A7663">
                      <w:pPr>
                        <w:rPr>
                          <w:lang w:val="sl-SI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lang w:val="sl-SI" w:eastAsia="sl-SI"/>
                        </w:rPr>
                        <w:drawing>
                          <wp:inline distT="0" distB="0" distL="0" distR="0">
                            <wp:extent cx="1104265" cy="905510"/>
                            <wp:effectExtent l="19050" t="0" r="635" b="0"/>
                            <wp:docPr id="3" name="Slika 3" descr="UNESCO_AS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UNESCO_ASP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4265" cy="905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25301">
        <w:rPr>
          <w:rFonts w:ascii="Times New Roman" w:hAnsi="Times New Roman"/>
        </w:rPr>
        <w:tab/>
      </w:r>
      <w:r w:rsidR="00E25301">
        <w:rPr>
          <w:rFonts w:ascii="Times New Roman" w:hAnsi="Times New Roman"/>
        </w:rPr>
        <w:tab/>
      </w:r>
      <w:r w:rsidR="00E25301">
        <w:rPr>
          <w:rFonts w:ascii="Times New Roman" w:hAnsi="Times New Roman"/>
        </w:rPr>
        <w:tab/>
      </w:r>
      <w:r w:rsidR="00E25301">
        <w:rPr>
          <w:rFonts w:ascii="Times New Roman" w:hAnsi="Times New Roman"/>
        </w:rPr>
        <w:tab/>
      </w:r>
      <w:r w:rsidR="00E25301">
        <w:rPr>
          <w:rFonts w:ascii="Times New Roman" w:hAnsi="Times New Roman"/>
        </w:rPr>
        <w:tab/>
      </w:r>
      <w:r w:rsidR="00E25301">
        <w:rPr>
          <w:rFonts w:ascii="Times New Roman" w:hAnsi="Times New Roman"/>
        </w:rPr>
        <w:tab/>
      </w:r>
      <w:r w:rsidR="00E25301">
        <w:rPr>
          <w:rFonts w:ascii="Times New Roman" w:hAnsi="Times New Roman"/>
        </w:rPr>
        <w:tab/>
      </w:r>
      <w:r w:rsidR="00E25301">
        <w:rPr>
          <w:rFonts w:ascii="Times New Roman" w:hAnsi="Times New Roman"/>
        </w:rPr>
        <w:tab/>
      </w:r>
      <w:r w:rsidR="00E25301">
        <w:rPr>
          <w:rFonts w:ascii="Times New Roman" w:hAnsi="Times New Roman"/>
        </w:rPr>
        <w:tab/>
      </w:r>
      <w:r w:rsidR="00E25301">
        <w:rPr>
          <w:rFonts w:ascii="Times New Roman" w:hAnsi="Times New Roman"/>
        </w:rPr>
        <w:tab/>
      </w:r>
    </w:p>
    <w:p w:rsidR="00E25301" w:rsidRDefault="00CE4D55" w:rsidP="00E25301">
      <w:r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3425825</wp:posOffset>
                </wp:positionH>
                <wp:positionV relativeFrom="paragraph">
                  <wp:posOffset>152400</wp:posOffset>
                </wp:positionV>
                <wp:extent cx="1599565" cy="2667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956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5301" w:rsidRDefault="001A7663">
                            <w:pPr>
                              <w:rPr>
                                <w:lang w:val="sl-SI"/>
                              </w:rPr>
                            </w:pPr>
                            <w:r>
                              <w:rPr>
                                <w:noProof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1397635" cy="137795"/>
                                  <wp:effectExtent l="19050" t="0" r="0" b="0"/>
                                  <wp:docPr id="2" name="Slika 2" descr="kulturna_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ulturna_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7635" cy="137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6" o:spid="_x0000_s1030" type="#_x0000_t202" style="position:absolute;margin-left:269.75pt;margin-top:12pt;width:125.95pt;height:21pt;z-index:251656192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" stroked="f">
                <v:textbox style="mso-fit-shape-to-text:t">
                  <w:txbxContent>
                    <w:p w:rsidR="00E25301" w:rsidRDefault="001A7663">
                      <w:pPr>
                        <w:rPr>
                          <w:lang w:val="sl-SI"/>
                        </w:rPr>
                      </w:pPr>
                      <w:r>
                        <w:rPr>
                          <w:noProof/>
                          <w:lang w:val="sl-SI" w:eastAsia="sl-SI"/>
                        </w:rPr>
                        <w:drawing>
                          <wp:inline distT="0" distB="0" distL="0" distR="0">
                            <wp:extent cx="1397635" cy="137795"/>
                            <wp:effectExtent l="19050" t="0" r="0" b="0"/>
                            <wp:docPr id="2" name="Slika 2" descr="kulturna_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ulturna_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97635" cy="137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25301" w:rsidRDefault="00E25301" w:rsidP="00E25301"/>
    <w:p w:rsidR="00E25301" w:rsidRPr="00E25301" w:rsidRDefault="00CE4D55" w:rsidP="00E25301">
      <w:r>
        <w:rPr>
          <w:rFonts w:ascii="Times New Roman" w:hAnsi="Times New Roman"/>
          <w:noProof/>
          <w:sz w:val="20"/>
          <w:lang w:val="sl-SI" w:eastAsia="sl-SI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-441960</wp:posOffset>
                </wp:positionH>
                <wp:positionV relativeFrom="paragraph">
                  <wp:posOffset>128270</wp:posOffset>
                </wp:positionV>
                <wp:extent cx="6675755" cy="635"/>
                <wp:effectExtent l="15240" t="13970" r="14605" b="13970"/>
                <wp:wrapNone/>
                <wp:docPr id="1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5755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8pt,10.1pt" to="490.8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" o:allowincell="f" strokeweight="1.5pt"/>
            </w:pict>
          </mc:Fallback>
        </mc:AlternateContent>
      </w:r>
    </w:p>
    <w:p w:rsidR="00944155" w:rsidRPr="00F637E4" w:rsidRDefault="00944155" w:rsidP="00F637E4">
      <w:pPr>
        <w:widowControl/>
        <w:jc w:val="both"/>
        <w:rPr>
          <w:rFonts w:ascii="Times New Roman" w:hAnsi="Times New Roman"/>
          <w:lang w:val="de-DE"/>
        </w:rPr>
      </w:pPr>
    </w:p>
    <w:p w:rsidR="00944155" w:rsidRPr="00F637E4" w:rsidRDefault="00944155" w:rsidP="00F637E4">
      <w:pPr>
        <w:widowControl/>
        <w:jc w:val="both"/>
        <w:rPr>
          <w:rFonts w:ascii="Times New Roman" w:hAnsi="Times New Roman"/>
          <w:lang w:val="de-DE"/>
        </w:rPr>
      </w:pPr>
    </w:p>
    <w:p w:rsidR="00944155" w:rsidRPr="00F637E4" w:rsidRDefault="00856EEA" w:rsidP="00F637E4">
      <w:pPr>
        <w:jc w:val="both"/>
        <w:rPr>
          <w:rFonts w:ascii="Times New Roman" w:hAnsi="Times New Roman"/>
        </w:rPr>
      </w:pPr>
      <w:r w:rsidRPr="00F637E4">
        <w:rPr>
          <w:rFonts w:ascii="Times New Roman" w:hAnsi="Times New Roman"/>
          <w:lang w:val="de-DE"/>
        </w:rPr>
        <w:t xml:space="preserve">Datum: </w:t>
      </w:r>
      <w:r w:rsidR="004046A9">
        <w:rPr>
          <w:rFonts w:ascii="Times New Roman" w:hAnsi="Times New Roman"/>
          <w:lang w:val="de-DE"/>
        </w:rPr>
        <w:t xml:space="preserve"> </w:t>
      </w:r>
      <w:r w:rsidR="004046A9">
        <w:rPr>
          <w:rFonts w:ascii="Times New Roman" w:hAnsi="Times New Roman"/>
        </w:rPr>
        <w:t>2</w:t>
      </w:r>
      <w:r w:rsidR="00CD17CB">
        <w:rPr>
          <w:rFonts w:ascii="Times New Roman" w:hAnsi="Times New Roman"/>
        </w:rPr>
        <w:t>4</w:t>
      </w:r>
      <w:r w:rsidR="00944155" w:rsidRPr="00F637E4">
        <w:rPr>
          <w:rFonts w:ascii="Times New Roman" w:hAnsi="Times New Roman"/>
        </w:rPr>
        <w:t xml:space="preserve">. </w:t>
      </w:r>
      <w:r w:rsidR="00CD17CB">
        <w:rPr>
          <w:rFonts w:ascii="Times New Roman" w:hAnsi="Times New Roman"/>
        </w:rPr>
        <w:t>9. 2013</w:t>
      </w:r>
    </w:p>
    <w:p w:rsidR="00856EEA" w:rsidRPr="00F637E4" w:rsidRDefault="00944155" w:rsidP="00F637E4">
      <w:pPr>
        <w:widowControl/>
        <w:jc w:val="both"/>
        <w:rPr>
          <w:rFonts w:ascii="Times New Roman" w:hAnsi="Times New Roman"/>
          <w:lang w:val="de-DE"/>
        </w:rPr>
      </w:pPr>
      <w:r w:rsidRPr="00F637E4">
        <w:rPr>
          <w:rFonts w:ascii="Times New Roman" w:hAnsi="Times New Roman"/>
          <w:lang w:val="de-DE"/>
        </w:rPr>
        <w:t xml:space="preserve">  </w:t>
      </w:r>
    </w:p>
    <w:p w:rsidR="00856EEA" w:rsidRPr="00F637E4" w:rsidRDefault="00856EEA" w:rsidP="00F637E4">
      <w:pPr>
        <w:widowControl/>
        <w:jc w:val="both"/>
        <w:rPr>
          <w:rFonts w:ascii="Times New Roman" w:hAnsi="Times New Roman"/>
          <w:lang w:val="de-DE"/>
        </w:rPr>
      </w:pPr>
    </w:p>
    <w:p w:rsidR="00856EEA" w:rsidRPr="00F637E4" w:rsidRDefault="00856EEA" w:rsidP="00F637E4">
      <w:pPr>
        <w:widowControl/>
        <w:jc w:val="both"/>
        <w:rPr>
          <w:rFonts w:ascii="Times New Roman" w:hAnsi="Times New Roman"/>
          <w:lang w:val="de-DE"/>
        </w:rPr>
      </w:pPr>
    </w:p>
    <w:p w:rsidR="00944155" w:rsidRPr="00F637E4" w:rsidRDefault="00944155" w:rsidP="00F637E4">
      <w:pPr>
        <w:jc w:val="both"/>
        <w:rPr>
          <w:rFonts w:ascii="Times New Roman" w:hAnsi="Times New Roman"/>
        </w:rPr>
      </w:pPr>
    </w:p>
    <w:p w:rsidR="00944155" w:rsidRPr="00F637E4" w:rsidRDefault="00944155" w:rsidP="00F637E4">
      <w:pPr>
        <w:jc w:val="both"/>
        <w:rPr>
          <w:rFonts w:ascii="Times New Roman" w:hAnsi="Times New Roman"/>
        </w:rPr>
      </w:pPr>
    </w:p>
    <w:p w:rsidR="00944155" w:rsidRPr="00F637E4" w:rsidRDefault="00944155" w:rsidP="00F637E4">
      <w:pPr>
        <w:jc w:val="both"/>
        <w:rPr>
          <w:rFonts w:ascii="Times New Roman" w:hAnsi="Times New Roman"/>
          <w:b/>
          <w:sz w:val="28"/>
          <w:lang w:val="de-DE"/>
        </w:rPr>
      </w:pPr>
      <w:r w:rsidRPr="00F637E4">
        <w:rPr>
          <w:rFonts w:ascii="Times New Roman" w:hAnsi="Times New Roman"/>
          <w:b/>
          <w:sz w:val="28"/>
          <w:lang w:val="de-DE"/>
        </w:rPr>
        <w:t>Spoštovane kolegice in kolegi, ljubitelji gledališča!</w:t>
      </w:r>
    </w:p>
    <w:p w:rsidR="00944155" w:rsidRPr="00F637E4" w:rsidRDefault="00944155" w:rsidP="00F637E4">
      <w:pPr>
        <w:jc w:val="both"/>
        <w:rPr>
          <w:rFonts w:ascii="Times New Roman" w:hAnsi="Times New Roman"/>
          <w:lang w:val="de-DE"/>
        </w:rPr>
      </w:pPr>
    </w:p>
    <w:p w:rsidR="00944155" w:rsidRDefault="00F637E4" w:rsidP="00F637E4">
      <w:pPr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V novem šolskem letu ponovno pripravljamo srečanje osnovnošolskih gledaliških skupin z naslovom Z ODRA NA ODER.</w:t>
      </w:r>
    </w:p>
    <w:p w:rsidR="00F637E4" w:rsidRDefault="00CD17CB" w:rsidP="00F637E4">
      <w:pPr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Ker smo v preteklih 17</w:t>
      </w:r>
      <w:r w:rsidR="00F637E4">
        <w:rPr>
          <w:rFonts w:ascii="Times New Roman" w:hAnsi="Times New Roman"/>
          <w:lang w:val="de-DE"/>
        </w:rPr>
        <w:t xml:space="preserve"> letih</w:t>
      </w:r>
      <w:r w:rsidR="00B6558A">
        <w:rPr>
          <w:rFonts w:ascii="Times New Roman" w:hAnsi="Times New Roman"/>
          <w:lang w:val="de-DE"/>
        </w:rPr>
        <w:t xml:space="preserve"> doživeli</w:t>
      </w:r>
      <w:r w:rsidR="00F637E4">
        <w:rPr>
          <w:rFonts w:ascii="Times New Roman" w:hAnsi="Times New Roman"/>
          <w:lang w:val="de-DE"/>
        </w:rPr>
        <w:t xml:space="preserve"> čudovite izkušnje tudi </w:t>
      </w:r>
      <w:r w:rsidR="00893B80">
        <w:rPr>
          <w:rFonts w:ascii="Times New Roman" w:hAnsi="Times New Roman"/>
          <w:lang w:val="de-DE"/>
        </w:rPr>
        <w:t>s</w:t>
      </w:r>
      <w:r w:rsidR="00F637E4">
        <w:rPr>
          <w:rFonts w:ascii="Times New Roman" w:hAnsi="Times New Roman"/>
          <w:lang w:val="de-DE"/>
        </w:rPr>
        <w:t xml:space="preserve"> sodelovanjem</w:t>
      </w:r>
      <w:r w:rsidR="00893B80">
        <w:rPr>
          <w:rFonts w:ascii="Times New Roman" w:hAnsi="Times New Roman"/>
          <w:lang w:val="de-DE"/>
        </w:rPr>
        <w:t xml:space="preserve"> vaših</w:t>
      </w:r>
      <w:r w:rsidR="00B6558A">
        <w:rPr>
          <w:rFonts w:ascii="Times New Roman" w:hAnsi="Times New Roman"/>
          <w:lang w:val="de-DE"/>
        </w:rPr>
        <w:t xml:space="preserve"> mladih gledališčnikov</w:t>
      </w:r>
      <w:r w:rsidR="00893B80">
        <w:rPr>
          <w:rFonts w:ascii="Times New Roman" w:hAnsi="Times New Roman"/>
          <w:lang w:val="de-DE"/>
        </w:rPr>
        <w:t>, vas pozivamo k ponovnem sodelovanju.</w:t>
      </w:r>
    </w:p>
    <w:p w:rsidR="00B6558A" w:rsidRPr="00F637E4" w:rsidRDefault="00B6558A" w:rsidP="00F637E4">
      <w:pPr>
        <w:jc w:val="both"/>
        <w:rPr>
          <w:rFonts w:ascii="Times New Roman" w:hAnsi="Times New Roman"/>
          <w:lang w:val="de-DE"/>
        </w:rPr>
      </w:pPr>
    </w:p>
    <w:p w:rsidR="00B6558A" w:rsidRDefault="00944155" w:rsidP="00F637E4">
      <w:pPr>
        <w:jc w:val="both"/>
        <w:rPr>
          <w:rFonts w:ascii="Times New Roman" w:hAnsi="Times New Roman"/>
          <w:lang w:val="de-DE"/>
        </w:rPr>
      </w:pPr>
      <w:r w:rsidRPr="00F637E4">
        <w:rPr>
          <w:rFonts w:ascii="Times New Roman" w:hAnsi="Times New Roman"/>
          <w:lang w:val="de-DE"/>
        </w:rPr>
        <w:t>Ob koncu preteklega šolskega leta smo vas povabili, da se nam tudi letos pridružite</w:t>
      </w:r>
      <w:r w:rsidR="00B6558A">
        <w:rPr>
          <w:rFonts w:ascii="Times New Roman" w:hAnsi="Times New Roman"/>
          <w:lang w:val="de-DE"/>
        </w:rPr>
        <w:t>. Tradicionalno bo srečanje v mesecu februarju, v čast slovenskega kulturnega praznika</w:t>
      </w:r>
      <w:r w:rsidRPr="00F637E4">
        <w:rPr>
          <w:rFonts w:ascii="Times New Roman" w:hAnsi="Times New Roman"/>
          <w:lang w:val="de-DE"/>
        </w:rPr>
        <w:t xml:space="preserve">, in sicer </w:t>
      </w:r>
      <w:r w:rsidR="00CD17CB">
        <w:rPr>
          <w:rFonts w:ascii="Times New Roman" w:hAnsi="Times New Roman"/>
          <w:lang w:val="de-DE"/>
        </w:rPr>
        <w:t>v četrtek</w:t>
      </w:r>
      <w:r w:rsidR="00B6558A">
        <w:rPr>
          <w:rFonts w:ascii="Times New Roman" w:hAnsi="Times New Roman"/>
          <w:lang w:val="de-DE"/>
        </w:rPr>
        <w:t xml:space="preserve">, </w:t>
      </w:r>
      <w:r w:rsidR="00CD17CB">
        <w:rPr>
          <w:rFonts w:ascii="Times New Roman" w:hAnsi="Times New Roman"/>
          <w:lang w:val="de-DE"/>
        </w:rPr>
        <w:t>6. 2. 2014</w:t>
      </w:r>
      <w:r w:rsidRPr="00F637E4">
        <w:rPr>
          <w:rFonts w:ascii="Times New Roman" w:hAnsi="Times New Roman"/>
          <w:lang w:val="de-DE"/>
        </w:rPr>
        <w:t>.</w:t>
      </w:r>
    </w:p>
    <w:p w:rsidR="00B6558A" w:rsidRDefault="00B6558A" w:rsidP="00F637E4">
      <w:pPr>
        <w:jc w:val="both"/>
        <w:rPr>
          <w:rFonts w:ascii="Times New Roman" w:hAnsi="Times New Roman"/>
          <w:lang w:val="de-DE"/>
        </w:rPr>
      </w:pPr>
      <w:bookmarkStart w:id="0" w:name="_GoBack"/>
      <w:bookmarkEnd w:id="0"/>
    </w:p>
    <w:p w:rsidR="00944155" w:rsidRDefault="00944155" w:rsidP="00F637E4">
      <w:pPr>
        <w:jc w:val="both"/>
        <w:rPr>
          <w:rFonts w:ascii="Times New Roman" w:hAnsi="Times New Roman"/>
          <w:lang w:val="de-DE"/>
        </w:rPr>
      </w:pPr>
      <w:r w:rsidRPr="00F637E4">
        <w:rPr>
          <w:rFonts w:ascii="Times New Roman" w:hAnsi="Times New Roman"/>
          <w:lang w:val="de-DE"/>
        </w:rPr>
        <w:t>Srečanje bi radi pripravili tako, da bomo zadovoljni vsi sodelujoči in gledal</w:t>
      </w:r>
      <w:r w:rsidR="00623797">
        <w:rPr>
          <w:rFonts w:ascii="Times New Roman" w:hAnsi="Times New Roman"/>
          <w:lang w:val="de-DE"/>
        </w:rPr>
        <w:t>ci, zato vas prosimo, da nam do</w:t>
      </w:r>
      <w:r w:rsidRPr="00F637E4">
        <w:rPr>
          <w:rFonts w:ascii="Times New Roman" w:hAnsi="Times New Roman"/>
          <w:lang w:val="de-DE"/>
        </w:rPr>
        <w:t xml:space="preserve"> </w:t>
      </w:r>
      <w:r w:rsidR="00CD17CB">
        <w:rPr>
          <w:rFonts w:ascii="Times New Roman" w:hAnsi="Times New Roman"/>
          <w:lang w:val="de-DE"/>
        </w:rPr>
        <w:t>15</w:t>
      </w:r>
      <w:r w:rsidRPr="00F637E4">
        <w:rPr>
          <w:rFonts w:ascii="Times New Roman" w:hAnsi="Times New Roman"/>
          <w:lang w:val="de-DE"/>
        </w:rPr>
        <w:t>. 1</w:t>
      </w:r>
      <w:r w:rsidR="00CD17CB">
        <w:rPr>
          <w:rFonts w:ascii="Times New Roman" w:hAnsi="Times New Roman"/>
          <w:lang w:val="de-DE"/>
        </w:rPr>
        <w:t>2. 2013</w:t>
      </w:r>
      <w:r w:rsidRPr="00F637E4">
        <w:rPr>
          <w:rFonts w:ascii="Times New Roman" w:hAnsi="Times New Roman"/>
          <w:lang w:val="de-DE"/>
        </w:rPr>
        <w:t xml:space="preserve">, posredujete izpolnjene prijavnice, na podlagi katerih bomo oblikovali program in seveda pri tem lahko upoštevali tudi vaše želje. </w:t>
      </w:r>
      <w:r w:rsidR="00623797">
        <w:rPr>
          <w:rFonts w:ascii="Times New Roman" w:hAnsi="Times New Roman"/>
          <w:lang w:val="de-DE"/>
        </w:rPr>
        <w:t>Prosimo vas, da prijavite samo eno predstavo.</w:t>
      </w:r>
    </w:p>
    <w:p w:rsidR="003C6011" w:rsidRDefault="003C6011" w:rsidP="00F637E4">
      <w:pPr>
        <w:jc w:val="both"/>
        <w:rPr>
          <w:rFonts w:ascii="Times New Roman" w:hAnsi="Times New Roman"/>
          <w:lang w:val="de-DE"/>
        </w:rPr>
      </w:pPr>
    </w:p>
    <w:p w:rsidR="003C6011" w:rsidRPr="00F637E4" w:rsidRDefault="003C6011" w:rsidP="00F637E4">
      <w:pPr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 xml:space="preserve">Ponujamo vam tudi možnost ogleda predstav za skupine učencev (npr. kot kulturni dan). V tem primeru nam sporočite koliko učencev si bo prišlo ogledati predstave. Seznam predstav </w:t>
      </w:r>
      <w:r w:rsidR="00E20B1D">
        <w:rPr>
          <w:rFonts w:ascii="Times New Roman" w:hAnsi="Times New Roman"/>
          <w:lang w:val="de-DE"/>
        </w:rPr>
        <w:t>bo objavljen v januarju.</w:t>
      </w:r>
    </w:p>
    <w:p w:rsidR="00944155" w:rsidRPr="00F637E4" w:rsidRDefault="00944155" w:rsidP="00F637E4">
      <w:pPr>
        <w:jc w:val="both"/>
        <w:rPr>
          <w:rFonts w:ascii="Times New Roman" w:hAnsi="Times New Roman"/>
          <w:lang w:val="de-DE"/>
        </w:rPr>
      </w:pPr>
    </w:p>
    <w:p w:rsidR="00944155" w:rsidRPr="00F637E4" w:rsidRDefault="00944155" w:rsidP="00623797">
      <w:pPr>
        <w:rPr>
          <w:rFonts w:ascii="Times New Roman" w:hAnsi="Times New Roman"/>
          <w:lang w:val="de-DE"/>
        </w:rPr>
      </w:pPr>
      <w:r w:rsidRPr="00F637E4">
        <w:rPr>
          <w:rFonts w:ascii="Times New Roman" w:hAnsi="Times New Roman"/>
          <w:lang w:val="de-DE"/>
        </w:rPr>
        <w:t>Za vse informacije s</w:t>
      </w:r>
      <w:r w:rsidR="004046A9">
        <w:rPr>
          <w:rFonts w:ascii="Times New Roman" w:hAnsi="Times New Roman"/>
          <w:lang w:val="de-DE"/>
        </w:rPr>
        <w:t>mo vam še vedno na voljo na telefonski</w:t>
      </w:r>
      <w:r w:rsidRPr="00F637E4">
        <w:rPr>
          <w:rFonts w:ascii="Times New Roman" w:hAnsi="Times New Roman"/>
          <w:lang w:val="de-DE"/>
        </w:rPr>
        <w:t xml:space="preserve"> štev</w:t>
      </w:r>
      <w:r w:rsidR="004046A9">
        <w:rPr>
          <w:rFonts w:ascii="Times New Roman" w:hAnsi="Times New Roman"/>
          <w:lang w:val="de-DE"/>
        </w:rPr>
        <w:t>ilki</w:t>
      </w:r>
      <w:r w:rsidRPr="00F637E4">
        <w:rPr>
          <w:rFonts w:ascii="Times New Roman" w:hAnsi="Times New Roman"/>
          <w:lang w:val="de-DE"/>
        </w:rPr>
        <w:t xml:space="preserve"> 02 420</w:t>
      </w:r>
      <w:r w:rsidR="00623797">
        <w:rPr>
          <w:rFonts w:ascii="Times New Roman" w:hAnsi="Times New Roman"/>
          <w:lang w:val="de-DE"/>
        </w:rPr>
        <w:t xml:space="preserve"> 64 11 ali elektronskem naslovu </w:t>
      </w:r>
      <w:hyperlink r:id="rId10" w:history="1">
        <w:r w:rsidR="00623797" w:rsidRPr="002E2260">
          <w:rPr>
            <w:rStyle w:val="Hiperpovezava"/>
            <w:rFonts w:ascii="Times New Roman" w:hAnsi="Times New Roman"/>
            <w:szCs w:val="24"/>
            <w:lang w:val="sl-SI"/>
          </w:rPr>
          <w:t>metka.ferk@guest.arnes.si</w:t>
        </w:r>
      </w:hyperlink>
      <w:r w:rsidR="00623797">
        <w:rPr>
          <w:rFonts w:ascii="Times New Roman" w:hAnsi="Times New Roman"/>
          <w:lang w:val="de-DE"/>
        </w:rPr>
        <w:t xml:space="preserve"> </w:t>
      </w:r>
      <w:r w:rsidR="00CD17CB">
        <w:rPr>
          <w:rFonts w:ascii="Times New Roman" w:hAnsi="Times New Roman"/>
          <w:lang w:val="de-DE"/>
        </w:rPr>
        <w:t xml:space="preserve">tel. </w:t>
      </w:r>
      <w:r w:rsidR="00623797">
        <w:rPr>
          <w:rFonts w:ascii="Times New Roman" w:hAnsi="Times New Roman"/>
          <w:lang w:val="de-DE"/>
        </w:rPr>
        <w:t>040 884 451</w:t>
      </w:r>
      <w:r w:rsidR="00CD17CB">
        <w:rPr>
          <w:rFonts w:ascii="Times New Roman" w:hAnsi="Times New Roman"/>
          <w:szCs w:val="24"/>
          <w:lang w:val="sl-SI"/>
        </w:rPr>
        <w:t xml:space="preserve"> </w:t>
      </w:r>
      <w:r w:rsidR="00CD17CB">
        <w:rPr>
          <w:rFonts w:ascii="Times New Roman" w:hAnsi="Times New Roman"/>
          <w:lang w:val="de-DE"/>
        </w:rPr>
        <w:t xml:space="preserve"> </w:t>
      </w:r>
      <w:r w:rsidR="00C02915">
        <w:rPr>
          <w:rFonts w:ascii="Times New Roman" w:hAnsi="Times New Roman"/>
          <w:lang w:val="de-DE"/>
        </w:rPr>
        <w:t>(kp:</w:t>
      </w:r>
      <w:hyperlink r:id="rId11" w:history="1">
        <w:r w:rsidRPr="00F637E4">
          <w:rPr>
            <w:rStyle w:val="Hiperpovezava"/>
            <w:rFonts w:ascii="Times New Roman" w:hAnsi="Times New Roman"/>
            <w:lang w:val="de-DE"/>
          </w:rPr>
          <w:t>danijela.kajzer@guest.arnes.si</w:t>
        </w:r>
      </w:hyperlink>
      <w:r w:rsidR="00C02915">
        <w:t>)</w:t>
      </w:r>
      <w:r w:rsidR="00CD17CB">
        <w:t>.</w:t>
      </w:r>
    </w:p>
    <w:p w:rsidR="00944155" w:rsidRPr="00F637E4" w:rsidRDefault="00944155" w:rsidP="00F637E4">
      <w:pPr>
        <w:jc w:val="both"/>
        <w:rPr>
          <w:rFonts w:ascii="Times New Roman" w:hAnsi="Times New Roman"/>
          <w:lang w:val="de-DE"/>
        </w:rPr>
      </w:pPr>
    </w:p>
    <w:p w:rsidR="00944155" w:rsidRPr="00F637E4" w:rsidRDefault="00944155" w:rsidP="00F637E4">
      <w:pPr>
        <w:jc w:val="both"/>
        <w:rPr>
          <w:rFonts w:ascii="Times New Roman" w:hAnsi="Times New Roman"/>
          <w:lang w:val="de-DE"/>
        </w:rPr>
      </w:pPr>
    </w:p>
    <w:p w:rsidR="00944155" w:rsidRPr="00F637E4" w:rsidRDefault="00944155" w:rsidP="00F637E4">
      <w:pPr>
        <w:jc w:val="both"/>
        <w:rPr>
          <w:rFonts w:ascii="Times New Roman" w:hAnsi="Times New Roman"/>
          <w:lang w:val="de-DE"/>
        </w:rPr>
      </w:pPr>
      <w:r w:rsidRPr="00F637E4">
        <w:rPr>
          <w:rFonts w:ascii="Times New Roman" w:hAnsi="Times New Roman"/>
          <w:lang w:val="de-DE"/>
        </w:rPr>
        <w:t>Prijazno vas pozdravljamo!</w:t>
      </w:r>
    </w:p>
    <w:p w:rsidR="00944155" w:rsidRPr="00F637E4" w:rsidRDefault="00944155" w:rsidP="00F637E4">
      <w:pPr>
        <w:jc w:val="both"/>
        <w:rPr>
          <w:rFonts w:ascii="Times New Roman" w:hAnsi="Times New Roman"/>
          <w:lang w:val="de-DE"/>
        </w:rPr>
      </w:pPr>
    </w:p>
    <w:p w:rsidR="00944155" w:rsidRPr="00F637E4" w:rsidRDefault="00944155" w:rsidP="00F637E4">
      <w:pPr>
        <w:jc w:val="both"/>
        <w:rPr>
          <w:rFonts w:ascii="Times New Roman" w:hAnsi="Times New Roman"/>
          <w:lang w:val="de-DE"/>
        </w:rPr>
      </w:pPr>
    </w:p>
    <w:p w:rsidR="00944155" w:rsidRPr="00F637E4" w:rsidRDefault="00944155" w:rsidP="00F637E4">
      <w:pPr>
        <w:jc w:val="both"/>
        <w:rPr>
          <w:rFonts w:ascii="Times New Roman" w:hAnsi="Times New Roman"/>
          <w:lang w:val="de-DE"/>
        </w:rPr>
      </w:pPr>
    </w:p>
    <w:p w:rsidR="00944155" w:rsidRPr="00F637E4" w:rsidRDefault="00944155" w:rsidP="00F637E4">
      <w:pPr>
        <w:ind w:left="5664" w:firstLine="708"/>
        <w:jc w:val="both"/>
        <w:rPr>
          <w:rFonts w:ascii="Times New Roman" w:hAnsi="Times New Roman"/>
          <w:lang w:val="de-DE"/>
        </w:rPr>
      </w:pPr>
      <w:r w:rsidRPr="00F637E4">
        <w:rPr>
          <w:rFonts w:ascii="Times New Roman" w:hAnsi="Times New Roman"/>
          <w:lang w:val="de-DE"/>
        </w:rPr>
        <w:t>Ravnatelj</w:t>
      </w:r>
    </w:p>
    <w:p w:rsidR="00944155" w:rsidRPr="00F637E4" w:rsidRDefault="004046A9" w:rsidP="004046A9">
      <w:pPr>
        <w:ind w:left="5652" w:firstLine="108"/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 xml:space="preserve">     </w:t>
      </w:r>
      <w:r w:rsidR="00944155" w:rsidRPr="00F637E4">
        <w:rPr>
          <w:rFonts w:ascii="Times New Roman" w:hAnsi="Times New Roman"/>
          <w:lang w:val="de-DE"/>
        </w:rPr>
        <w:t>Darko Madžarac</w:t>
      </w:r>
    </w:p>
    <w:p w:rsidR="00944155" w:rsidRPr="00F637E4" w:rsidRDefault="00944155" w:rsidP="00F637E4">
      <w:pPr>
        <w:jc w:val="both"/>
        <w:rPr>
          <w:rFonts w:ascii="Times New Roman" w:hAnsi="Times New Roman"/>
          <w:lang w:val="de-DE"/>
        </w:rPr>
      </w:pPr>
    </w:p>
    <w:p w:rsidR="00547804" w:rsidRPr="00F637E4" w:rsidRDefault="00547804" w:rsidP="00F637E4">
      <w:pPr>
        <w:jc w:val="both"/>
        <w:rPr>
          <w:rFonts w:ascii="Times New Roman" w:hAnsi="Times New Roman"/>
          <w:lang w:val="de-DE"/>
        </w:rPr>
      </w:pPr>
    </w:p>
    <w:p w:rsidR="00547804" w:rsidRPr="00F637E4" w:rsidRDefault="00547804" w:rsidP="00F637E4">
      <w:pPr>
        <w:jc w:val="both"/>
        <w:rPr>
          <w:rFonts w:ascii="Times New Roman" w:hAnsi="Times New Roman"/>
          <w:lang w:val="de-DE"/>
        </w:rPr>
      </w:pPr>
    </w:p>
    <w:p w:rsidR="00547804" w:rsidRPr="00F637E4" w:rsidRDefault="00547804" w:rsidP="00F637E4">
      <w:pPr>
        <w:jc w:val="both"/>
        <w:rPr>
          <w:rFonts w:ascii="Times New Roman" w:hAnsi="Times New Roman"/>
          <w:lang w:val="de-DE"/>
        </w:rPr>
      </w:pPr>
    </w:p>
    <w:p w:rsidR="00547804" w:rsidRPr="00F637E4" w:rsidRDefault="00547804" w:rsidP="00F637E4">
      <w:pPr>
        <w:jc w:val="both"/>
        <w:rPr>
          <w:rFonts w:ascii="Times New Roman" w:hAnsi="Times New Roman"/>
          <w:lang w:val="de-DE"/>
        </w:rPr>
      </w:pPr>
    </w:p>
    <w:p w:rsidR="00547804" w:rsidRPr="00F637E4" w:rsidRDefault="00547804" w:rsidP="00F637E4">
      <w:pPr>
        <w:jc w:val="both"/>
        <w:rPr>
          <w:rFonts w:ascii="Times New Roman" w:hAnsi="Times New Roman"/>
          <w:lang w:val="de-DE"/>
        </w:rPr>
      </w:pPr>
    </w:p>
    <w:p w:rsidR="00547804" w:rsidRDefault="00547804" w:rsidP="00F637E4">
      <w:pPr>
        <w:jc w:val="both"/>
        <w:rPr>
          <w:rFonts w:ascii="Times New Roman" w:hAnsi="Times New Roman"/>
          <w:lang w:val="de-DE"/>
        </w:rPr>
      </w:pPr>
    </w:p>
    <w:p w:rsidR="00CD17CB" w:rsidRPr="00F637E4" w:rsidRDefault="00CD17CB" w:rsidP="00F637E4">
      <w:pPr>
        <w:jc w:val="both"/>
        <w:rPr>
          <w:rFonts w:ascii="Times New Roman" w:hAnsi="Times New Roman"/>
          <w:lang w:val="de-DE"/>
        </w:rPr>
      </w:pPr>
    </w:p>
    <w:p w:rsidR="00547804" w:rsidRPr="00F637E4" w:rsidRDefault="00547804" w:rsidP="00F637E4">
      <w:pPr>
        <w:jc w:val="both"/>
        <w:rPr>
          <w:rFonts w:ascii="Times New Roman" w:hAnsi="Times New Roman"/>
          <w:lang w:val="de-DE"/>
        </w:rPr>
      </w:pPr>
    </w:p>
    <w:p w:rsidR="00547804" w:rsidRPr="00F637E4" w:rsidRDefault="00547804" w:rsidP="00F637E4">
      <w:pPr>
        <w:jc w:val="both"/>
        <w:rPr>
          <w:rFonts w:ascii="Times New Roman" w:hAnsi="Times New Roman"/>
          <w:lang w:val="de-DE"/>
        </w:rPr>
      </w:pPr>
    </w:p>
    <w:p w:rsidR="00547804" w:rsidRPr="00F637E4" w:rsidRDefault="00547804" w:rsidP="00F637E4">
      <w:pPr>
        <w:jc w:val="both"/>
        <w:rPr>
          <w:rFonts w:ascii="Times New Roman" w:hAnsi="Times New Roman"/>
          <w:lang w:val="de-DE"/>
        </w:rPr>
      </w:pPr>
    </w:p>
    <w:p w:rsidR="004046A9" w:rsidRDefault="00CE4D55" w:rsidP="004046A9">
      <w:pPr>
        <w:pStyle w:val="Naslov2"/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-650240</wp:posOffset>
                </wp:positionH>
                <wp:positionV relativeFrom="paragraph">
                  <wp:posOffset>-229870</wp:posOffset>
                </wp:positionV>
                <wp:extent cx="1030605" cy="919480"/>
                <wp:effectExtent l="0" t="0" r="2540" b="0"/>
                <wp:wrapNone/>
                <wp:docPr id="1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0605" cy="91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46A9" w:rsidRDefault="004046A9" w:rsidP="004046A9">
                            <w:pPr>
                              <w:rPr>
                                <w:lang w:val="sl-SI"/>
                              </w:rPr>
                            </w:pPr>
                            <w:r>
                              <w:rPr>
                                <w:noProof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828040" cy="828040"/>
                                  <wp:effectExtent l="19050" t="0" r="0" b="0"/>
                                  <wp:docPr id="5" name="Slika 1" descr="LOGO_Štukelj_C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Štukelj_C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8040" cy="828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margin-left:-51.2pt;margin-top:-18.1pt;width:81.15pt;height:72.4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" stroked="f">
                <v:textbox style="mso-fit-shape-to-text:t">
                  <w:txbxContent>
                    <w:p w:rsidR="004046A9" w:rsidRDefault="004046A9" w:rsidP="004046A9">
                      <w:pPr>
                        <w:rPr>
                          <w:lang w:val="sl-SI"/>
                        </w:rPr>
                      </w:pPr>
                      <w:r>
                        <w:rPr>
                          <w:noProof/>
                          <w:lang w:val="sl-SI" w:eastAsia="sl-SI"/>
                        </w:rPr>
                        <w:drawing>
                          <wp:inline distT="0" distB="0" distL="0" distR="0">
                            <wp:extent cx="828040" cy="828040"/>
                            <wp:effectExtent l="19050" t="0" r="0" b="0"/>
                            <wp:docPr id="5" name="Slika 1" descr="LOGO_Štukelj_C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Štukelj_C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8040" cy="828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-229870</wp:posOffset>
                </wp:positionV>
                <wp:extent cx="763270" cy="652145"/>
                <wp:effectExtent l="1270" t="0" r="0" b="4445"/>
                <wp:wrapNone/>
                <wp:docPr id="1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46A9" w:rsidRDefault="004046A9" w:rsidP="004046A9">
                            <w:pPr>
                              <w:rPr>
                                <w:lang w:val="sl-SI"/>
                              </w:rPr>
                            </w:pPr>
                            <w:r>
                              <w:rPr>
                                <w:noProof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560705" cy="560705"/>
                                  <wp:effectExtent l="19050" t="0" r="0" b="0"/>
                                  <wp:docPr id="6" name="Slika 4" descr="Zdrav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Zdrav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0705" cy="560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6" o:spid="_x0000_s1032" type="#_x0000_t202" style="position:absolute;margin-left:334.6pt;margin-top:-18.1pt;width:60.1pt;height:51.35pt;z-index:251667456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" stroked="f">
                <v:textbox style="mso-fit-shape-to-text:t">
                  <w:txbxContent>
                    <w:p w:rsidR="004046A9" w:rsidRDefault="004046A9" w:rsidP="004046A9">
                      <w:pPr>
                        <w:rPr>
                          <w:lang w:val="sl-SI"/>
                        </w:rPr>
                      </w:pPr>
                      <w:r>
                        <w:rPr>
                          <w:noProof/>
                          <w:lang w:val="sl-SI" w:eastAsia="sl-SI"/>
                        </w:rPr>
                        <w:drawing>
                          <wp:inline distT="0" distB="0" distL="0" distR="0">
                            <wp:extent cx="560705" cy="560705"/>
                            <wp:effectExtent l="19050" t="0" r="0" b="0"/>
                            <wp:docPr id="6" name="Slika 4" descr="Zdrav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Zdrav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0705" cy="560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33020</wp:posOffset>
                </wp:positionV>
                <wp:extent cx="3234690" cy="732155"/>
                <wp:effectExtent l="0" t="4445" r="0" b="0"/>
                <wp:wrapNone/>
                <wp:docPr id="1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469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46A9" w:rsidRDefault="004046A9" w:rsidP="004046A9">
                            <w:pPr>
                              <w:pStyle w:val="Naslov2"/>
                              <w:widowControl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2"/>
                              </w:rPr>
                              <w:t>Osnovna šola  LEONA ŠTUKLJA  Maribor</w:t>
                            </w:r>
                          </w:p>
                          <w:p w:rsidR="004046A9" w:rsidRDefault="004046A9" w:rsidP="004046A9">
                            <w:pPr>
                              <w:widowControl/>
                              <w:jc w:val="center"/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  <w:t>Klinetova ulica 18, 2000 Maribor</w:t>
                            </w:r>
                          </w:p>
                          <w:p w:rsidR="004046A9" w:rsidRDefault="004046A9" w:rsidP="004046A9">
                            <w:pPr>
                              <w:widowControl/>
                              <w:jc w:val="center"/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lang w:val="de-DE"/>
                              </w:rPr>
                              <w:t>Telefon: 02/420-64-11, 02/420-64-01</w:t>
                            </w:r>
                          </w:p>
                          <w:p w:rsidR="004046A9" w:rsidRDefault="004046A9" w:rsidP="004046A9">
                            <w:pPr>
                              <w:widowControl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faks: 02/420-64-01</w:t>
                            </w:r>
                          </w:p>
                          <w:p w:rsidR="004046A9" w:rsidRDefault="004046A9" w:rsidP="004046A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3" style="position:absolute;margin-left:18.45pt;margin-top:2.6pt;width:254.7pt;height:5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" filled="f" stroked="f" strokeweight="1pt">
                <v:textbox inset="1pt,1pt,1pt,1pt">
                  <w:txbxContent>
                    <w:p w:rsidR="004046A9" w:rsidRDefault="004046A9" w:rsidP="004046A9">
                      <w:pPr>
                        <w:pStyle w:val="Naslov2"/>
                        <w:widowControl/>
                        <w:jc w:val="center"/>
                        <w:rPr>
                          <w:rFonts w:ascii="Times New Roman" w:hAnsi="Times New Roman"/>
                          <w:spacing w:val="20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2"/>
                        </w:rPr>
                        <w:t>Osnovna šola  LEONA ŠTUKLJA  Maribor</w:t>
                      </w:r>
                    </w:p>
                    <w:p w:rsidR="004046A9" w:rsidRDefault="004046A9" w:rsidP="004046A9">
                      <w:pPr>
                        <w:widowControl/>
                        <w:jc w:val="center"/>
                        <w:rPr>
                          <w:rFonts w:ascii="Times New Roman" w:hAnsi="Times New Roman"/>
                          <w:sz w:val="20"/>
                          <w:lang w:val="de-DE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lang w:val="de-DE"/>
                        </w:rPr>
                        <w:t>Klinetova ulica 18, 2000 Maribor</w:t>
                      </w:r>
                    </w:p>
                    <w:p w:rsidR="004046A9" w:rsidRDefault="004046A9" w:rsidP="004046A9">
                      <w:pPr>
                        <w:widowControl/>
                        <w:jc w:val="center"/>
                        <w:rPr>
                          <w:rFonts w:ascii="Times New Roman" w:hAnsi="Times New Roman"/>
                          <w:sz w:val="20"/>
                          <w:lang w:val="de-DE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lang w:val="de-DE"/>
                        </w:rPr>
                        <w:t>Telefon: 02/420-64-11, 02/420-64-01</w:t>
                      </w:r>
                    </w:p>
                    <w:p w:rsidR="004046A9" w:rsidRDefault="004046A9" w:rsidP="004046A9">
                      <w:pPr>
                        <w:widowControl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faks: 02/420-64-01</w:t>
                      </w:r>
                    </w:p>
                    <w:p w:rsidR="004046A9" w:rsidRDefault="004046A9" w:rsidP="004046A9">
                      <w:pPr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4938395</wp:posOffset>
                </wp:positionH>
                <wp:positionV relativeFrom="paragraph">
                  <wp:posOffset>-314960</wp:posOffset>
                </wp:positionV>
                <wp:extent cx="1307465" cy="996950"/>
                <wp:effectExtent l="4445" t="0" r="0" b="2540"/>
                <wp:wrapNone/>
                <wp:docPr id="1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7465" cy="99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46A9" w:rsidRDefault="004046A9" w:rsidP="004046A9">
                            <w:pPr>
                              <w:rPr>
                                <w:lang w:val="sl-SI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1104265" cy="905510"/>
                                  <wp:effectExtent l="19050" t="0" r="635" b="0"/>
                                  <wp:docPr id="7" name="Slika 3" descr="UNESCO_AS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UNESCO_ASP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4265" cy="905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" o:spid="_x0000_s1034" type="#_x0000_t202" style="position:absolute;margin-left:388.85pt;margin-top:-24.8pt;width:102.95pt;height:78.5pt;z-index:251664384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" stroked="f">
                <v:textbox style="mso-fit-shape-to-text:t">
                  <w:txbxContent>
                    <w:p w:rsidR="004046A9" w:rsidRDefault="004046A9" w:rsidP="004046A9">
                      <w:pPr>
                        <w:rPr>
                          <w:lang w:val="sl-SI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lang w:val="sl-SI" w:eastAsia="sl-SI"/>
                        </w:rPr>
                        <w:drawing>
                          <wp:inline distT="0" distB="0" distL="0" distR="0">
                            <wp:extent cx="1104265" cy="905510"/>
                            <wp:effectExtent l="19050" t="0" r="635" b="0"/>
                            <wp:docPr id="7" name="Slika 3" descr="UNESCO_AS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UNESCO_ASP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4265" cy="905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046A9">
        <w:rPr>
          <w:rFonts w:ascii="Times New Roman" w:hAnsi="Times New Roman"/>
        </w:rPr>
        <w:tab/>
      </w:r>
      <w:r w:rsidR="004046A9">
        <w:rPr>
          <w:rFonts w:ascii="Times New Roman" w:hAnsi="Times New Roman"/>
        </w:rPr>
        <w:tab/>
      </w:r>
      <w:r w:rsidR="004046A9">
        <w:rPr>
          <w:rFonts w:ascii="Times New Roman" w:hAnsi="Times New Roman"/>
        </w:rPr>
        <w:tab/>
      </w:r>
      <w:r w:rsidR="004046A9">
        <w:rPr>
          <w:rFonts w:ascii="Times New Roman" w:hAnsi="Times New Roman"/>
        </w:rPr>
        <w:tab/>
      </w:r>
      <w:r w:rsidR="004046A9">
        <w:rPr>
          <w:rFonts w:ascii="Times New Roman" w:hAnsi="Times New Roman"/>
        </w:rPr>
        <w:tab/>
      </w:r>
      <w:r w:rsidR="004046A9">
        <w:rPr>
          <w:rFonts w:ascii="Times New Roman" w:hAnsi="Times New Roman"/>
        </w:rPr>
        <w:tab/>
      </w:r>
      <w:r w:rsidR="004046A9">
        <w:rPr>
          <w:rFonts w:ascii="Times New Roman" w:hAnsi="Times New Roman"/>
        </w:rPr>
        <w:tab/>
      </w:r>
      <w:r w:rsidR="004046A9">
        <w:rPr>
          <w:rFonts w:ascii="Times New Roman" w:hAnsi="Times New Roman"/>
        </w:rPr>
        <w:tab/>
      </w:r>
      <w:r w:rsidR="004046A9">
        <w:rPr>
          <w:rFonts w:ascii="Times New Roman" w:hAnsi="Times New Roman"/>
        </w:rPr>
        <w:tab/>
      </w:r>
      <w:r w:rsidR="004046A9">
        <w:rPr>
          <w:rFonts w:ascii="Times New Roman" w:hAnsi="Times New Roman"/>
        </w:rPr>
        <w:tab/>
      </w:r>
    </w:p>
    <w:p w:rsidR="004046A9" w:rsidRDefault="00CE4D55" w:rsidP="004046A9">
      <w:r>
        <w:rPr>
          <w:rFonts w:ascii="Times New Roman" w:hAnsi="Times New Roman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3425825</wp:posOffset>
                </wp:positionH>
                <wp:positionV relativeFrom="paragraph">
                  <wp:posOffset>152400</wp:posOffset>
                </wp:positionV>
                <wp:extent cx="1599565" cy="266700"/>
                <wp:effectExtent l="0" t="0" r="0" b="0"/>
                <wp:wrapNone/>
                <wp:docPr id="1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956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46A9" w:rsidRDefault="004046A9" w:rsidP="004046A9">
                            <w:pPr>
                              <w:rPr>
                                <w:lang w:val="sl-SI"/>
                              </w:rPr>
                            </w:pPr>
                            <w:r>
                              <w:rPr>
                                <w:noProof/>
                                <w:lang w:val="sl-SI" w:eastAsia="sl-SI"/>
                              </w:rPr>
                              <w:drawing>
                                <wp:inline distT="0" distB="0" distL="0" distR="0">
                                  <wp:extent cx="1397635" cy="137795"/>
                                  <wp:effectExtent l="19050" t="0" r="0" b="0"/>
                                  <wp:docPr id="8" name="Slika 2" descr="kulturna_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ulturna_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7635" cy="137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" o:spid="_x0000_s1035" type="#_x0000_t202" style="position:absolute;margin-left:269.75pt;margin-top:12pt;width:125.95pt;height:21pt;z-index:25166336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" stroked="f">
                <v:textbox style="mso-fit-shape-to-text:t">
                  <w:txbxContent>
                    <w:p w:rsidR="004046A9" w:rsidRDefault="004046A9" w:rsidP="004046A9">
                      <w:pPr>
                        <w:rPr>
                          <w:lang w:val="sl-SI"/>
                        </w:rPr>
                      </w:pPr>
                      <w:r>
                        <w:rPr>
                          <w:noProof/>
                          <w:lang w:val="sl-SI" w:eastAsia="sl-SI"/>
                        </w:rPr>
                        <w:drawing>
                          <wp:inline distT="0" distB="0" distL="0" distR="0">
                            <wp:extent cx="1397635" cy="137795"/>
                            <wp:effectExtent l="19050" t="0" r="0" b="0"/>
                            <wp:docPr id="8" name="Slika 2" descr="kulturna_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ulturna_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97635" cy="137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046A9" w:rsidRDefault="004046A9" w:rsidP="004046A9"/>
    <w:p w:rsidR="004046A9" w:rsidRPr="00E25301" w:rsidRDefault="00CE4D55" w:rsidP="004046A9">
      <w:r>
        <w:rPr>
          <w:rFonts w:ascii="Times New Roman" w:hAnsi="Times New Roman"/>
          <w:noProof/>
          <w:sz w:val="20"/>
          <w:lang w:val="sl-SI" w:eastAsia="sl-SI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-441960</wp:posOffset>
                </wp:positionH>
                <wp:positionV relativeFrom="paragraph">
                  <wp:posOffset>128270</wp:posOffset>
                </wp:positionV>
                <wp:extent cx="6675755" cy="635"/>
                <wp:effectExtent l="15240" t="13970" r="14605" b="13970"/>
                <wp:wrapNone/>
                <wp:docPr id="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5755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8pt,10.1pt" to="490.8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" o:allowincell="f" strokeweight="1.5pt"/>
            </w:pict>
          </mc:Fallback>
        </mc:AlternateContent>
      </w:r>
    </w:p>
    <w:p w:rsidR="00547804" w:rsidRPr="00F637E4" w:rsidRDefault="00547804" w:rsidP="00F637E4">
      <w:pPr>
        <w:jc w:val="both"/>
        <w:rPr>
          <w:rFonts w:ascii="Times New Roman" w:hAnsi="Times New Roman"/>
          <w:lang w:val="de-DE"/>
        </w:rPr>
      </w:pPr>
    </w:p>
    <w:p w:rsidR="00547804" w:rsidRPr="00F637E4" w:rsidRDefault="00547804" w:rsidP="00F637E4">
      <w:pPr>
        <w:jc w:val="both"/>
        <w:rPr>
          <w:rFonts w:ascii="Times New Roman" w:hAnsi="Times New Roman"/>
          <w:lang w:val="de-DE"/>
        </w:rPr>
      </w:pPr>
    </w:p>
    <w:p w:rsidR="00547804" w:rsidRPr="00F15B37" w:rsidRDefault="004046A9" w:rsidP="00F15B37">
      <w:pPr>
        <w:jc w:val="center"/>
        <w:rPr>
          <w:rFonts w:ascii="Times New Roman" w:hAnsi="Times New Roman"/>
          <w:b/>
          <w:spacing w:val="100"/>
          <w:sz w:val="48"/>
          <w:lang w:val="de-DE"/>
        </w:rPr>
      </w:pPr>
      <w:r w:rsidRPr="00F15B37">
        <w:rPr>
          <w:rFonts w:ascii="Times New Roman" w:hAnsi="Times New Roman"/>
          <w:b/>
          <w:spacing w:val="100"/>
          <w:sz w:val="48"/>
          <w:lang w:val="de-DE"/>
        </w:rPr>
        <w:t>PRIJAVNICA</w:t>
      </w:r>
    </w:p>
    <w:p w:rsidR="004046A9" w:rsidRDefault="004046A9" w:rsidP="00F15B37">
      <w:pPr>
        <w:jc w:val="center"/>
        <w:rPr>
          <w:rFonts w:ascii="Times New Roman" w:hAnsi="Times New Roman"/>
          <w:lang w:val="de-DE"/>
        </w:rPr>
      </w:pPr>
    </w:p>
    <w:p w:rsidR="004046A9" w:rsidRPr="00F15B37" w:rsidRDefault="004046A9" w:rsidP="00F15B37">
      <w:pPr>
        <w:jc w:val="center"/>
        <w:rPr>
          <w:rFonts w:ascii="Times New Roman" w:hAnsi="Times New Roman"/>
          <w:b/>
          <w:sz w:val="36"/>
          <w:lang w:val="de-DE"/>
        </w:rPr>
      </w:pPr>
      <w:r w:rsidRPr="00F15B37">
        <w:rPr>
          <w:rFonts w:ascii="Times New Roman" w:hAnsi="Times New Roman"/>
          <w:b/>
          <w:sz w:val="36"/>
          <w:lang w:val="de-DE"/>
        </w:rPr>
        <w:t>Z ODRA NA ODER</w:t>
      </w:r>
    </w:p>
    <w:p w:rsidR="004046A9" w:rsidRDefault="004046A9" w:rsidP="00F15B37">
      <w:pPr>
        <w:jc w:val="center"/>
        <w:rPr>
          <w:rFonts w:ascii="Times New Roman" w:hAnsi="Times New Roman"/>
          <w:lang w:val="de-DE"/>
        </w:rPr>
      </w:pPr>
    </w:p>
    <w:p w:rsidR="004046A9" w:rsidRPr="00F15B37" w:rsidRDefault="00CD17CB" w:rsidP="00F15B37">
      <w:pPr>
        <w:jc w:val="center"/>
        <w:rPr>
          <w:rFonts w:ascii="Times New Roman" w:hAnsi="Times New Roman"/>
          <w:b/>
          <w:sz w:val="28"/>
          <w:lang w:val="de-DE"/>
        </w:rPr>
      </w:pPr>
      <w:r>
        <w:rPr>
          <w:rFonts w:ascii="Times New Roman" w:hAnsi="Times New Roman"/>
          <w:b/>
          <w:sz w:val="28"/>
          <w:lang w:val="de-DE"/>
        </w:rPr>
        <w:t>6. februar 2014</w:t>
      </w:r>
    </w:p>
    <w:p w:rsidR="004046A9" w:rsidRDefault="004046A9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4046A9" w:rsidRDefault="004046A9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DRAMSKA SKUPINA OŠ ___________________________________________________</w:t>
      </w: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SE PRIJAVLJA NA SREČANJE OSNOVNOŠOLSKIH DRAMSKIH SKUPIN</w:t>
      </w:r>
      <w:r w:rsidR="00623797">
        <w:rPr>
          <w:rFonts w:ascii="Times New Roman" w:hAnsi="Times New Roman"/>
          <w:lang w:val="de-DE"/>
        </w:rPr>
        <w:t>.</w:t>
      </w: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Pr="00623797" w:rsidRDefault="00623797" w:rsidP="00F637E4">
      <w:pPr>
        <w:jc w:val="both"/>
        <w:rPr>
          <w:rFonts w:ascii="Times New Roman" w:hAnsi="Times New Roman"/>
          <w:b/>
          <w:lang w:val="de-DE"/>
        </w:rPr>
      </w:pPr>
      <w:r w:rsidRPr="00623797">
        <w:rPr>
          <w:rFonts w:ascii="Times New Roman" w:hAnsi="Times New Roman"/>
          <w:b/>
          <w:lang w:val="de-DE"/>
        </w:rPr>
        <w:t>PODATKI O PREDSTAVI</w:t>
      </w: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NASLOV DELA:  __________________________________________________________</w:t>
      </w: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AVTOR / PRIREDBA:  ______________________________________________________</w:t>
      </w:r>
    </w:p>
    <w:p w:rsidR="00CD17CB" w:rsidRDefault="00CD17CB" w:rsidP="00F637E4">
      <w:pPr>
        <w:jc w:val="both"/>
        <w:rPr>
          <w:rFonts w:ascii="Times New Roman" w:hAnsi="Times New Roman"/>
          <w:lang w:val="de-DE"/>
        </w:rPr>
      </w:pPr>
    </w:p>
    <w:p w:rsidR="00CD17CB" w:rsidRDefault="00CD17CB" w:rsidP="00F637E4">
      <w:pPr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MENTOR: ________________________________________________________________</w:t>
      </w: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TRAJANJE PREDSTAVE:  ___________________________________________________</w:t>
      </w: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CILJNA PUBLIKA:</w:t>
      </w:r>
      <w:r>
        <w:rPr>
          <w:rFonts w:ascii="Times New Roman" w:hAnsi="Times New Roman"/>
          <w:lang w:val="de-DE"/>
        </w:rPr>
        <w:tab/>
      </w:r>
      <w:r>
        <w:rPr>
          <w:rFonts w:ascii="Times New Roman" w:hAnsi="Times New Roman"/>
          <w:lang w:val="de-DE"/>
        </w:rPr>
        <w:tab/>
        <w:t>učenci</w:t>
      </w:r>
      <w:r>
        <w:rPr>
          <w:rFonts w:ascii="Times New Roman" w:hAnsi="Times New Roman"/>
          <w:lang w:val="de-DE"/>
        </w:rPr>
        <w:tab/>
      </w:r>
      <w:r>
        <w:rPr>
          <w:rFonts w:ascii="Times New Roman" w:hAnsi="Times New Roman"/>
          <w:lang w:val="de-DE"/>
        </w:rPr>
        <w:tab/>
        <w:t>I.</w:t>
      </w:r>
      <w:r>
        <w:rPr>
          <w:rFonts w:ascii="Times New Roman" w:hAnsi="Times New Roman"/>
          <w:lang w:val="de-DE"/>
        </w:rPr>
        <w:tab/>
      </w:r>
      <w:r>
        <w:rPr>
          <w:rFonts w:ascii="Times New Roman" w:hAnsi="Times New Roman"/>
          <w:lang w:val="de-DE"/>
        </w:rPr>
        <w:tab/>
        <w:t>II.</w:t>
      </w:r>
      <w:r>
        <w:rPr>
          <w:rFonts w:ascii="Times New Roman" w:hAnsi="Times New Roman"/>
          <w:lang w:val="de-DE"/>
        </w:rPr>
        <w:tab/>
      </w:r>
      <w:r>
        <w:rPr>
          <w:rFonts w:ascii="Times New Roman" w:hAnsi="Times New Roman"/>
          <w:lang w:val="de-DE"/>
        </w:rPr>
        <w:tab/>
        <w:t>III.</w:t>
      </w:r>
      <w:r>
        <w:rPr>
          <w:rFonts w:ascii="Times New Roman" w:hAnsi="Times New Roman"/>
          <w:lang w:val="de-DE"/>
        </w:rPr>
        <w:tab/>
        <w:t xml:space="preserve">        triade</w:t>
      </w: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ŠTEVILO IGRALCEV:  ______________________________________________________</w:t>
      </w: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ŠTEVILO SPREMLJEVALCEV:  ______________________________________________</w:t>
      </w: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ŠTEVILO VAŠIH UČENCEV – GLEDALCEV:  __________________________________</w:t>
      </w: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Nam želite še kaj sporočiti?</w:t>
      </w: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042A7F" w:rsidRDefault="00042A7F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F15B37" w:rsidRDefault="00F15B37" w:rsidP="00F637E4">
      <w:pPr>
        <w:jc w:val="both"/>
        <w:rPr>
          <w:rFonts w:ascii="Times New Roman" w:hAnsi="Times New Roman"/>
          <w:lang w:val="de-DE"/>
        </w:rPr>
      </w:pPr>
    </w:p>
    <w:p w:rsidR="00856EEA" w:rsidRPr="00042A7F" w:rsidRDefault="00F15B37" w:rsidP="0060762C">
      <w:pPr>
        <w:jc w:val="center"/>
        <w:rPr>
          <w:rFonts w:ascii="Times New Roman" w:hAnsi="Times New Roman"/>
          <w:u w:val="single"/>
          <w:lang w:val="de-DE"/>
        </w:rPr>
      </w:pPr>
      <w:r w:rsidRPr="00F15B37">
        <w:rPr>
          <w:rFonts w:ascii="Times New Roman" w:hAnsi="Times New Roman"/>
          <w:u w:val="single"/>
          <w:lang w:val="de-DE"/>
        </w:rPr>
        <w:t>Izpolnjeno pr</w:t>
      </w:r>
      <w:r w:rsidR="00CD17CB">
        <w:rPr>
          <w:rFonts w:ascii="Times New Roman" w:hAnsi="Times New Roman"/>
          <w:u w:val="single"/>
          <w:lang w:val="de-DE"/>
        </w:rPr>
        <w:t>ijavo nam, prosimo, vrnite do 15. 12. 2013</w:t>
      </w:r>
      <w:r w:rsidRPr="00F15B37">
        <w:rPr>
          <w:rFonts w:ascii="Times New Roman" w:hAnsi="Times New Roman"/>
          <w:u w:val="single"/>
          <w:lang w:val="de-DE"/>
        </w:rPr>
        <w:t>.</w:t>
      </w:r>
    </w:p>
    <w:sectPr w:rsidR="00856EEA" w:rsidRPr="00042A7F" w:rsidSect="0042467A">
      <w:endnotePr>
        <w:numFmt w:val="decimal"/>
      </w:endnotePr>
      <w:pgSz w:w="11907" w:h="16840"/>
      <w:pgMar w:top="851" w:right="1418" w:bottom="1134" w:left="1418" w:header="708" w:footer="1021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LO_Dutch">
    <w:altName w:val="Times New Roman"/>
    <w:panose1 w:val="00000000000000000000"/>
    <w:charset w:val="00"/>
    <w:family w:val="auto"/>
    <w:notTrueType/>
    <w:pitch w:val="default"/>
  </w:font>
  <w:font w:name="SLO_Hobo">
    <w:altName w:val="Times New Roman"/>
    <w:panose1 w:val="00000000000000000000"/>
    <w:charset w:val="00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A74A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25F1A63"/>
    <w:multiLevelType w:val="hybridMultilevel"/>
    <w:tmpl w:val="7D24300E"/>
    <w:lvl w:ilvl="0" w:tplc="AB508F5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D1AB77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D37F5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98D4189"/>
    <w:multiLevelType w:val="hybridMultilevel"/>
    <w:tmpl w:val="D47C14BC"/>
    <w:lvl w:ilvl="0" w:tplc="AB508F5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F57CD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F82"/>
    <w:rsid w:val="00021446"/>
    <w:rsid w:val="00042A7F"/>
    <w:rsid w:val="00097287"/>
    <w:rsid w:val="000D5B6A"/>
    <w:rsid w:val="000E2806"/>
    <w:rsid w:val="0014439C"/>
    <w:rsid w:val="001A7663"/>
    <w:rsid w:val="00207617"/>
    <w:rsid w:val="00262E78"/>
    <w:rsid w:val="00293260"/>
    <w:rsid w:val="002C1A42"/>
    <w:rsid w:val="003C6011"/>
    <w:rsid w:val="004046A9"/>
    <w:rsid w:val="0042467A"/>
    <w:rsid w:val="004E5641"/>
    <w:rsid w:val="00500159"/>
    <w:rsid w:val="00547804"/>
    <w:rsid w:val="005854D1"/>
    <w:rsid w:val="00596F82"/>
    <w:rsid w:val="005A05D0"/>
    <w:rsid w:val="0060762C"/>
    <w:rsid w:val="00623797"/>
    <w:rsid w:val="0065446C"/>
    <w:rsid w:val="006F6E91"/>
    <w:rsid w:val="00850499"/>
    <w:rsid w:val="00856EEA"/>
    <w:rsid w:val="00893B80"/>
    <w:rsid w:val="008D64A1"/>
    <w:rsid w:val="008F013B"/>
    <w:rsid w:val="00944155"/>
    <w:rsid w:val="009941E0"/>
    <w:rsid w:val="00A15E3E"/>
    <w:rsid w:val="00A3248D"/>
    <w:rsid w:val="00A352AC"/>
    <w:rsid w:val="00A735D8"/>
    <w:rsid w:val="00B12FE0"/>
    <w:rsid w:val="00B31BFE"/>
    <w:rsid w:val="00B6558A"/>
    <w:rsid w:val="00BA69F9"/>
    <w:rsid w:val="00BB65F5"/>
    <w:rsid w:val="00BE5838"/>
    <w:rsid w:val="00BE77FE"/>
    <w:rsid w:val="00C02915"/>
    <w:rsid w:val="00CD17CB"/>
    <w:rsid w:val="00CE4D55"/>
    <w:rsid w:val="00CF3250"/>
    <w:rsid w:val="00CF55A6"/>
    <w:rsid w:val="00D61335"/>
    <w:rsid w:val="00D86A2E"/>
    <w:rsid w:val="00D900CE"/>
    <w:rsid w:val="00DF4567"/>
    <w:rsid w:val="00E17668"/>
    <w:rsid w:val="00E20B1D"/>
    <w:rsid w:val="00E24257"/>
    <w:rsid w:val="00E25301"/>
    <w:rsid w:val="00E35B6B"/>
    <w:rsid w:val="00ED5378"/>
    <w:rsid w:val="00F15B37"/>
    <w:rsid w:val="00F637E4"/>
    <w:rsid w:val="00FB50DC"/>
    <w:rsid w:val="00FC3136"/>
    <w:rsid w:val="00FC6AB8"/>
    <w:rsid w:val="00FE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2467A"/>
    <w:pPr>
      <w:widowControl w:val="0"/>
      <w:overflowPunct w:val="0"/>
      <w:autoSpaceDE w:val="0"/>
      <w:autoSpaceDN w:val="0"/>
      <w:adjustRightInd w:val="0"/>
      <w:textAlignment w:val="baseline"/>
    </w:pPr>
    <w:rPr>
      <w:rFonts w:ascii="SLO_Dutch" w:hAnsi="SLO_Dutch"/>
      <w:sz w:val="24"/>
      <w:lang w:val="en-AU"/>
    </w:rPr>
  </w:style>
  <w:style w:type="paragraph" w:styleId="Naslov1">
    <w:name w:val="heading 1"/>
    <w:basedOn w:val="Navaden"/>
    <w:next w:val="Navaden"/>
    <w:qFormat/>
    <w:rsid w:val="0042467A"/>
    <w:pPr>
      <w:keepNext/>
      <w:jc w:val="center"/>
      <w:outlineLvl w:val="0"/>
    </w:pPr>
    <w:rPr>
      <w:rFonts w:ascii="SLO_Hobo" w:hAnsi="SLO_Hobo"/>
      <w:b/>
      <w:spacing w:val="80"/>
      <w:sz w:val="48"/>
    </w:rPr>
  </w:style>
  <w:style w:type="paragraph" w:styleId="Naslov2">
    <w:name w:val="heading 2"/>
    <w:basedOn w:val="Navaden"/>
    <w:next w:val="Navaden"/>
    <w:qFormat/>
    <w:rsid w:val="0042467A"/>
    <w:pPr>
      <w:keepNext/>
      <w:jc w:val="right"/>
      <w:outlineLvl w:val="1"/>
    </w:pPr>
    <w:rPr>
      <w:b/>
      <w:sz w:val="28"/>
    </w:rPr>
  </w:style>
  <w:style w:type="paragraph" w:styleId="Naslov3">
    <w:name w:val="heading 3"/>
    <w:basedOn w:val="Navaden"/>
    <w:next w:val="Navaden"/>
    <w:qFormat/>
    <w:rsid w:val="0042467A"/>
    <w:pPr>
      <w:keepNext/>
      <w:widowControl/>
      <w:jc w:val="center"/>
      <w:outlineLvl w:val="2"/>
    </w:pPr>
    <w:rPr>
      <w:rFonts w:ascii="Times New Roman" w:hAnsi="Times New Roman"/>
      <w:b/>
      <w:bCs/>
      <w:sz w:val="28"/>
    </w:rPr>
  </w:style>
  <w:style w:type="paragraph" w:styleId="Naslov4">
    <w:name w:val="heading 4"/>
    <w:basedOn w:val="Navaden"/>
    <w:next w:val="Navaden"/>
    <w:qFormat/>
    <w:rsid w:val="0042467A"/>
    <w:pPr>
      <w:keepNext/>
      <w:widowControl/>
      <w:jc w:val="both"/>
      <w:outlineLvl w:val="3"/>
    </w:pPr>
    <w:rPr>
      <w:rFonts w:ascii="Times New Roman" w:hAnsi="Times New Roman"/>
      <w:b/>
      <w:bCs/>
      <w:sz w:val="28"/>
    </w:rPr>
  </w:style>
  <w:style w:type="paragraph" w:styleId="Naslov5">
    <w:name w:val="heading 5"/>
    <w:basedOn w:val="Navaden"/>
    <w:next w:val="Navaden"/>
    <w:qFormat/>
    <w:rsid w:val="0042467A"/>
    <w:pPr>
      <w:keepNext/>
      <w:jc w:val="center"/>
      <w:outlineLvl w:val="4"/>
    </w:pPr>
    <w:rPr>
      <w:rFonts w:ascii="Times New Roman" w:hAnsi="Times New Roman"/>
      <w:b/>
      <w:bCs/>
      <w:spacing w:val="20"/>
      <w:sz w:val="40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42467A"/>
    <w:pPr>
      <w:widowControl/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sl-SI"/>
    </w:rPr>
  </w:style>
  <w:style w:type="paragraph" w:styleId="Telobesedila">
    <w:name w:val="Body Text"/>
    <w:basedOn w:val="Navaden"/>
    <w:rsid w:val="0042467A"/>
    <w:rPr>
      <w:b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613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61335"/>
    <w:rPr>
      <w:rFonts w:ascii="Tahoma" w:hAnsi="Tahoma" w:cs="Tahoma"/>
      <w:sz w:val="16"/>
      <w:szCs w:val="16"/>
      <w:lang w:val="en-AU" w:eastAsia="en-US"/>
    </w:rPr>
  </w:style>
  <w:style w:type="table" w:styleId="Tabelamrea">
    <w:name w:val="Table Grid"/>
    <w:basedOn w:val="Navadnatabela"/>
    <w:rsid w:val="005854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basedOn w:val="Privzetapisavaodstavka"/>
    <w:rsid w:val="009441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2467A"/>
    <w:pPr>
      <w:widowControl w:val="0"/>
      <w:overflowPunct w:val="0"/>
      <w:autoSpaceDE w:val="0"/>
      <w:autoSpaceDN w:val="0"/>
      <w:adjustRightInd w:val="0"/>
      <w:textAlignment w:val="baseline"/>
    </w:pPr>
    <w:rPr>
      <w:rFonts w:ascii="SLO_Dutch" w:hAnsi="SLO_Dutch"/>
      <w:sz w:val="24"/>
      <w:lang w:val="en-AU"/>
    </w:rPr>
  </w:style>
  <w:style w:type="paragraph" w:styleId="Naslov1">
    <w:name w:val="heading 1"/>
    <w:basedOn w:val="Navaden"/>
    <w:next w:val="Navaden"/>
    <w:qFormat/>
    <w:rsid w:val="0042467A"/>
    <w:pPr>
      <w:keepNext/>
      <w:jc w:val="center"/>
      <w:outlineLvl w:val="0"/>
    </w:pPr>
    <w:rPr>
      <w:rFonts w:ascii="SLO_Hobo" w:hAnsi="SLO_Hobo"/>
      <w:b/>
      <w:spacing w:val="80"/>
      <w:sz w:val="48"/>
    </w:rPr>
  </w:style>
  <w:style w:type="paragraph" w:styleId="Naslov2">
    <w:name w:val="heading 2"/>
    <w:basedOn w:val="Navaden"/>
    <w:next w:val="Navaden"/>
    <w:qFormat/>
    <w:rsid w:val="0042467A"/>
    <w:pPr>
      <w:keepNext/>
      <w:jc w:val="right"/>
      <w:outlineLvl w:val="1"/>
    </w:pPr>
    <w:rPr>
      <w:b/>
      <w:sz w:val="28"/>
    </w:rPr>
  </w:style>
  <w:style w:type="paragraph" w:styleId="Naslov3">
    <w:name w:val="heading 3"/>
    <w:basedOn w:val="Navaden"/>
    <w:next w:val="Navaden"/>
    <w:qFormat/>
    <w:rsid w:val="0042467A"/>
    <w:pPr>
      <w:keepNext/>
      <w:widowControl/>
      <w:jc w:val="center"/>
      <w:outlineLvl w:val="2"/>
    </w:pPr>
    <w:rPr>
      <w:rFonts w:ascii="Times New Roman" w:hAnsi="Times New Roman"/>
      <w:b/>
      <w:bCs/>
      <w:sz w:val="28"/>
    </w:rPr>
  </w:style>
  <w:style w:type="paragraph" w:styleId="Naslov4">
    <w:name w:val="heading 4"/>
    <w:basedOn w:val="Navaden"/>
    <w:next w:val="Navaden"/>
    <w:qFormat/>
    <w:rsid w:val="0042467A"/>
    <w:pPr>
      <w:keepNext/>
      <w:widowControl/>
      <w:jc w:val="both"/>
      <w:outlineLvl w:val="3"/>
    </w:pPr>
    <w:rPr>
      <w:rFonts w:ascii="Times New Roman" w:hAnsi="Times New Roman"/>
      <w:b/>
      <w:bCs/>
      <w:sz w:val="28"/>
    </w:rPr>
  </w:style>
  <w:style w:type="paragraph" w:styleId="Naslov5">
    <w:name w:val="heading 5"/>
    <w:basedOn w:val="Navaden"/>
    <w:next w:val="Navaden"/>
    <w:qFormat/>
    <w:rsid w:val="0042467A"/>
    <w:pPr>
      <w:keepNext/>
      <w:jc w:val="center"/>
      <w:outlineLvl w:val="4"/>
    </w:pPr>
    <w:rPr>
      <w:rFonts w:ascii="Times New Roman" w:hAnsi="Times New Roman"/>
      <w:b/>
      <w:bCs/>
      <w:spacing w:val="20"/>
      <w:sz w:val="40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42467A"/>
    <w:pPr>
      <w:widowControl/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sl-SI"/>
    </w:rPr>
  </w:style>
  <w:style w:type="paragraph" w:styleId="Telobesedila">
    <w:name w:val="Body Text"/>
    <w:basedOn w:val="Navaden"/>
    <w:rsid w:val="0042467A"/>
    <w:rPr>
      <w:b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613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61335"/>
    <w:rPr>
      <w:rFonts w:ascii="Tahoma" w:hAnsi="Tahoma" w:cs="Tahoma"/>
      <w:sz w:val="16"/>
      <w:szCs w:val="16"/>
      <w:lang w:val="en-AU" w:eastAsia="en-US"/>
    </w:rPr>
  </w:style>
  <w:style w:type="table" w:styleId="Tabelamrea">
    <w:name w:val="Table Grid"/>
    <w:basedOn w:val="Navadnatabela"/>
    <w:rsid w:val="005854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basedOn w:val="Privzetapisavaodstavka"/>
    <w:rsid w:val="009441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stanislava.breznik@guest.arnes.s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tka.ferk@guest.arnes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util\ofice95\Templates\DOPIS%20Z%20LOGOTIPOM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Z LOGOTIPOM</Template>
  <TotalTime>1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Osnovna {ola  TABOR II</vt:lpstr>
    </vt:vector>
  </TitlesOfParts>
  <Company>Home Work</Company>
  <LinksUpToDate>false</LinksUpToDate>
  <CharactersWithSpaces>2317</CharactersWithSpaces>
  <SharedDoc>false</SharedDoc>
  <HLinks>
    <vt:vector size="12" baseType="variant">
      <vt:variant>
        <vt:i4>7602264</vt:i4>
      </vt:variant>
      <vt:variant>
        <vt:i4>3</vt:i4>
      </vt:variant>
      <vt:variant>
        <vt:i4>0</vt:i4>
      </vt:variant>
      <vt:variant>
        <vt:i4>5</vt:i4>
      </vt:variant>
      <vt:variant>
        <vt:lpwstr>mailto:stanislava.breznik@guest.arnes.si</vt:lpwstr>
      </vt:variant>
      <vt:variant>
        <vt:lpwstr/>
      </vt:variant>
      <vt:variant>
        <vt:i4>3538973</vt:i4>
      </vt:variant>
      <vt:variant>
        <vt:i4>0</vt:i4>
      </vt:variant>
      <vt:variant>
        <vt:i4>0</vt:i4>
      </vt:variant>
      <vt:variant>
        <vt:i4>5</vt:i4>
      </vt:variant>
      <vt:variant>
        <vt:lpwstr>mailto:metka.ferk@guest.arnes.si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{ola  TABOR II</dc:title>
  <dc:creator>OS TABOR II,  Maribor</dc:creator>
  <cp:lastModifiedBy>slikar</cp:lastModifiedBy>
  <cp:revision>2</cp:revision>
  <cp:lastPrinted>2012-05-22T09:54:00Z</cp:lastPrinted>
  <dcterms:created xsi:type="dcterms:W3CDTF">2014-02-01T20:17:00Z</dcterms:created>
  <dcterms:modified xsi:type="dcterms:W3CDTF">2014-02-01T20:17:00Z</dcterms:modified>
</cp:coreProperties>
</file>