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E25301" w:rsidRPr="00E21E2D" w:rsidRDefault="00E21E2D" w:rsidP="00E25301">
      <w:pPr>
        <w:pStyle w:val="Naslov2"/>
        <w:widowControl/>
        <w:jc w:val="left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-650240</wp:posOffset>
                </wp:positionH>
                <wp:positionV relativeFrom="paragraph">
                  <wp:posOffset>-229870</wp:posOffset>
                </wp:positionV>
                <wp:extent cx="1030605" cy="91948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0605" cy="91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65F5" w:rsidRDefault="0056524C">
                            <w:pPr>
                              <w:rPr>
                                <w:lang w:val="sl-SI"/>
                              </w:rPr>
                            </w:pPr>
                            <w:r>
                              <w:rPr>
                                <w:noProof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828040" cy="828040"/>
                                  <wp:effectExtent l="19050" t="0" r="0" b="0"/>
                                  <wp:docPr id="6" name="Slika 1" descr="LOGO_Štukelj_C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1" descr="LOGO_Štukelj_C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8040" cy="828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51.2pt;margin-top:-18.1pt;width:81.15pt;height:72.4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" stroked="f">
                <v:textbox style="mso-fit-shape-to-text:t">
                  <w:txbxContent>
                    <w:p w:rsidR="00BB65F5" w:rsidRDefault="0056524C">
                      <w:pPr>
                        <w:rPr>
                          <w:lang w:val="sl-SI"/>
                        </w:rPr>
                      </w:pPr>
                      <w:r>
                        <w:rPr>
                          <w:noProof/>
                          <w:lang w:val="sl-SI" w:eastAsia="sl-SI"/>
                        </w:rPr>
                        <w:drawing>
                          <wp:inline distT="0" distB="0" distL="0" distR="0">
                            <wp:extent cx="828040" cy="828040"/>
                            <wp:effectExtent l="19050" t="0" r="0" b="0"/>
                            <wp:docPr id="6" name="Slika 1" descr="LOGO_Štukelj_C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1" descr="LOGO_Štukelj_C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8040" cy="828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E21E2D"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-229870</wp:posOffset>
                </wp:positionV>
                <wp:extent cx="678180" cy="565785"/>
                <wp:effectExtent l="0" t="0" r="7620" b="571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" cy="56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2806" w:rsidRDefault="0056524C">
                            <w:pPr>
                              <w:rPr>
                                <w:lang w:val="sl-SI"/>
                              </w:rPr>
                            </w:pPr>
                            <w:r>
                              <w:rPr>
                                <w:noProof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474453" cy="474453"/>
                                  <wp:effectExtent l="19050" t="0" r="1797" b="0"/>
                                  <wp:docPr id="5" name="Slika 4" descr="Zdrav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4" descr="Zdrav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5968" cy="4759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334.6pt;margin-top:-18.1pt;width:53.4pt;height:44.55pt;z-index:251660288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" stroked="f">
                <v:textbox style="mso-fit-shape-to-text:t">
                  <w:txbxContent>
                    <w:p w:rsidR="000E2806" w:rsidRDefault="0056524C">
                      <w:pPr>
                        <w:rPr>
                          <w:lang w:val="sl-SI"/>
                        </w:rPr>
                      </w:pPr>
                      <w:r>
                        <w:rPr>
                          <w:noProof/>
                          <w:lang w:val="sl-SI" w:eastAsia="sl-SI"/>
                        </w:rPr>
                        <w:drawing>
                          <wp:inline distT="0" distB="0" distL="0" distR="0">
                            <wp:extent cx="474453" cy="474453"/>
                            <wp:effectExtent l="19050" t="0" r="1797" b="0"/>
                            <wp:docPr id="5" name="Slika 4" descr="Zdrav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4" descr="Zdrav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5968" cy="4759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E21E2D"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33020</wp:posOffset>
                </wp:positionV>
                <wp:extent cx="3234690" cy="732155"/>
                <wp:effectExtent l="0" t="0" r="3810" b="0"/>
                <wp:wrapNone/>
                <wp:docPr id="1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469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FE0" w:rsidRDefault="00B12FE0" w:rsidP="00A735D8">
                            <w:pPr>
                              <w:pStyle w:val="Naslov2"/>
                              <w:widowControl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2"/>
                              </w:rPr>
                              <w:t xml:space="preserve">Osnovna šola  </w:t>
                            </w:r>
                            <w:r w:rsidR="002C1A42">
                              <w:rPr>
                                <w:rFonts w:ascii="Times New Roman" w:hAnsi="Times New Roman"/>
                                <w:spacing w:val="20"/>
                                <w:sz w:val="22"/>
                              </w:rPr>
                              <w:t>LEONA ŠTUKLJA</w:t>
                            </w:r>
                            <w:r w:rsidR="008F013B">
                              <w:rPr>
                                <w:rFonts w:ascii="Times New Roman" w:hAnsi="Times New Roman"/>
                                <w:spacing w:val="20"/>
                                <w:sz w:val="22"/>
                              </w:rPr>
                              <w:t xml:space="preserve">  Maribor</w:t>
                            </w:r>
                          </w:p>
                          <w:p w:rsidR="00B12FE0" w:rsidRDefault="00B12FE0" w:rsidP="00A735D8">
                            <w:pPr>
                              <w:widowControl/>
                              <w:jc w:val="center"/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  <w:t>Klinetova ulica 18, 2000 Maribor</w:t>
                            </w:r>
                          </w:p>
                          <w:p w:rsidR="00B12FE0" w:rsidRDefault="00B12FE0" w:rsidP="00A735D8">
                            <w:pPr>
                              <w:widowControl/>
                              <w:jc w:val="center"/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  <w:t>Telefon: 02/420-64-11, 02/420-64-01</w:t>
                            </w:r>
                          </w:p>
                          <w:p w:rsidR="00B12FE0" w:rsidRDefault="00B31BFE" w:rsidP="00A735D8">
                            <w:pPr>
                              <w:widowControl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faks</w:t>
                            </w:r>
                            <w:r w:rsidR="00B12FE0">
                              <w:rPr>
                                <w:rFonts w:ascii="Times New Roman" w:hAnsi="Times New Roman"/>
                                <w:sz w:val="20"/>
                              </w:rPr>
                              <w:t>: 02/420-64-01</w:t>
                            </w:r>
                          </w:p>
                          <w:p w:rsidR="00B12FE0" w:rsidRDefault="00B12FE0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margin-left:18.45pt;margin-top:2.6pt;width:254.7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" filled="f" stroked="f" strokeweight="1pt">
                <v:textbox inset="1pt,1pt,1pt,1pt">
                  <w:txbxContent>
                    <w:p w:rsidR="00B12FE0" w:rsidRDefault="00B12FE0" w:rsidP="00A735D8">
                      <w:pPr>
                        <w:pStyle w:val="Naslov2"/>
                        <w:widowControl/>
                        <w:jc w:val="center"/>
                        <w:rPr>
                          <w:rFonts w:ascii="Times New Roman" w:hAnsi="Times New Roman"/>
                          <w:spacing w:val="20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2"/>
                        </w:rPr>
                        <w:t xml:space="preserve">Osnovna šola  </w:t>
                      </w:r>
                      <w:r w:rsidR="002C1A42">
                        <w:rPr>
                          <w:rFonts w:ascii="Times New Roman" w:hAnsi="Times New Roman"/>
                          <w:spacing w:val="20"/>
                          <w:sz w:val="22"/>
                        </w:rPr>
                        <w:t>LEONA ŠTUKLJA</w:t>
                      </w:r>
                      <w:r w:rsidR="008F013B">
                        <w:rPr>
                          <w:rFonts w:ascii="Times New Roman" w:hAnsi="Times New Roman"/>
                          <w:spacing w:val="20"/>
                          <w:sz w:val="22"/>
                        </w:rPr>
                        <w:t xml:space="preserve">  Maribor</w:t>
                      </w:r>
                    </w:p>
                    <w:p w:rsidR="00B12FE0" w:rsidRDefault="00B12FE0" w:rsidP="00A735D8">
                      <w:pPr>
                        <w:widowControl/>
                        <w:jc w:val="center"/>
                        <w:rPr>
                          <w:rFonts w:ascii="Times New Roman" w:hAnsi="Times New Roman"/>
                          <w:sz w:val="20"/>
                          <w:lang w:val="de-DE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lang w:val="de-DE"/>
                        </w:rPr>
                        <w:t>Klinetova ulica 18, 2000 Maribor</w:t>
                      </w:r>
                    </w:p>
                    <w:p w:rsidR="00B12FE0" w:rsidRDefault="00B12FE0" w:rsidP="00A735D8">
                      <w:pPr>
                        <w:widowControl/>
                        <w:jc w:val="center"/>
                        <w:rPr>
                          <w:rFonts w:ascii="Times New Roman" w:hAnsi="Times New Roman"/>
                          <w:sz w:val="20"/>
                          <w:lang w:val="de-DE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lang w:val="de-DE"/>
                        </w:rPr>
                        <w:t>Telefon: 02/420-64-11, 02/420-64-01</w:t>
                      </w:r>
                    </w:p>
                    <w:p w:rsidR="00B12FE0" w:rsidRDefault="00B31BFE" w:rsidP="00A735D8">
                      <w:pPr>
                        <w:widowControl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faks</w:t>
                      </w:r>
                      <w:r w:rsidR="00B12FE0">
                        <w:rPr>
                          <w:rFonts w:ascii="Times New Roman" w:hAnsi="Times New Roman"/>
                          <w:sz w:val="20"/>
                        </w:rPr>
                        <w:t>: 02/420-64-01</w:t>
                      </w:r>
                    </w:p>
                    <w:p w:rsidR="00B12FE0" w:rsidRDefault="00B12FE0">
                      <w:pPr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21E2D"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53118" behindDoc="0" locked="0" layoutInCell="1" allowOverlap="1">
                <wp:simplePos x="0" y="0"/>
                <wp:positionH relativeFrom="column">
                  <wp:posOffset>4938395</wp:posOffset>
                </wp:positionH>
                <wp:positionV relativeFrom="paragraph">
                  <wp:posOffset>-314960</wp:posOffset>
                </wp:positionV>
                <wp:extent cx="1306830" cy="994410"/>
                <wp:effectExtent l="0" t="0" r="7620" b="0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5301" w:rsidRDefault="0056524C">
                            <w:pPr>
                              <w:rPr>
                                <w:lang w:val="sl-SI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1101749" cy="903447"/>
                                  <wp:effectExtent l="19050" t="0" r="3151" b="0"/>
                                  <wp:docPr id="7" name="Slika 3" descr="UNESCO_AS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3" descr="UNESCO_ASP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1749" cy="903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388.85pt;margin-top:-24.8pt;width:102.9pt;height:78.3pt;z-index:251653118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" stroked="f">
                <v:textbox style="mso-fit-shape-to-text:t">
                  <w:txbxContent>
                    <w:p w:rsidR="00E25301" w:rsidRDefault="0056524C">
                      <w:pPr>
                        <w:rPr>
                          <w:lang w:val="sl-SI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lang w:val="sl-SI" w:eastAsia="sl-SI"/>
                        </w:rPr>
                        <w:drawing>
                          <wp:inline distT="0" distB="0" distL="0" distR="0">
                            <wp:extent cx="1101749" cy="903447"/>
                            <wp:effectExtent l="19050" t="0" r="3151" b="0"/>
                            <wp:docPr id="7" name="Slika 3" descr="UNESCO_AS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3" descr="UNESCO_ASP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1749" cy="903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25301" w:rsidRPr="00E21E2D">
        <w:rPr>
          <w:rFonts w:ascii="Times New Roman" w:hAnsi="Times New Roman"/>
          <w:lang w:val="sl-SI"/>
        </w:rPr>
        <w:tab/>
      </w:r>
      <w:r w:rsidR="00E25301" w:rsidRPr="00E21E2D">
        <w:rPr>
          <w:rFonts w:ascii="Times New Roman" w:hAnsi="Times New Roman"/>
          <w:lang w:val="sl-SI"/>
        </w:rPr>
        <w:tab/>
      </w:r>
      <w:r w:rsidR="00E25301" w:rsidRPr="00E21E2D">
        <w:rPr>
          <w:rFonts w:ascii="Times New Roman" w:hAnsi="Times New Roman"/>
          <w:lang w:val="sl-SI"/>
        </w:rPr>
        <w:tab/>
      </w:r>
      <w:r w:rsidR="00E25301" w:rsidRPr="00E21E2D">
        <w:rPr>
          <w:rFonts w:ascii="Times New Roman" w:hAnsi="Times New Roman"/>
          <w:lang w:val="sl-SI"/>
        </w:rPr>
        <w:tab/>
      </w:r>
      <w:r w:rsidR="00E25301" w:rsidRPr="00E21E2D">
        <w:rPr>
          <w:rFonts w:ascii="Times New Roman" w:hAnsi="Times New Roman"/>
          <w:lang w:val="sl-SI"/>
        </w:rPr>
        <w:tab/>
      </w:r>
      <w:r w:rsidR="00E25301" w:rsidRPr="00E21E2D">
        <w:rPr>
          <w:rFonts w:ascii="Times New Roman" w:hAnsi="Times New Roman"/>
          <w:lang w:val="sl-SI"/>
        </w:rPr>
        <w:tab/>
      </w:r>
      <w:r w:rsidR="00E25301" w:rsidRPr="00E21E2D">
        <w:rPr>
          <w:rFonts w:ascii="Times New Roman" w:hAnsi="Times New Roman"/>
          <w:lang w:val="sl-SI"/>
        </w:rPr>
        <w:tab/>
      </w:r>
      <w:r w:rsidR="00E25301" w:rsidRPr="00E21E2D">
        <w:rPr>
          <w:rFonts w:ascii="Times New Roman" w:hAnsi="Times New Roman"/>
          <w:lang w:val="sl-SI"/>
        </w:rPr>
        <w:tab/>
      </w:r>
      <w:r w:rsidR="00E25301" w:rsidRPr="00E21E2D">
        <w:rPr>
          <w:rFonts w:ascii="Times New Roman" w:hAnsi="Times New Roman"/>
          <w:lang w:val="sl-SI"/>
        </w:rPr>
        <w:tab/>
      </w:r>
      <w:r w:rsidR="00E25301" w:rsidRPr="00E21E2D">
        <w:rPr>
          <w:rFonts w:ascii="Times New Roman" w:hAnsi="Times New Roman"/>
          <w:lang w:val="sl-SI"/>
        </w:rPr>
        <w:tab/>
      </w:r>
    </w:p>
    <w:p w:rsidR="00E25301" w:rsidRPr="00E21E2D" w:rsidRDefault="00E21E2D" w:rsidP="00E25301">
      <w:pPr>
        <w:rPr>
          <w:lang w:val="sl-SI"/>
        </w:rPr>
      </w:pPr>
      <w:r w:rsidRPr="00E21E2D"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52093" behindDoc="0" locked="0" layoutInCell="1" allowOverlap="1">
                <wp:simplePos x="0" y="0"/>
                <wp:positionH relativeFrom="column">
                  <wp:posOffset>3627120</wp:posOffset>
                </wp:positionH>
                <wp:positionV relativeFrom="paragraph">
                  <wp:posOffset>80010</wp:posOffset>
                </wp:positionV>
                <wp:extent cx="1371600" cy="405130"/>
                <wp:effectExtent l="0" t="0" r="0" b="0"/>
                <wp:wrapNone/>
                <wp:docPr id="1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ED5" w:rsidRDefault="00050ED5">
                            <w:r>
                              <w:rPr>
                                <w:noProof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1154142" cy="312835"/>
                                  <wp:effectExtent l="19050" t="0" r="7908" b="0"/>
                                  <wp:docPr id="1" name="Slika 0" descr="Kulturna-201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ulturna-2013.jpg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7774" cy="313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margin-left:285.6pt;margin-top:6.3pt;width:108pt;height:31.9pt;z-index:2516520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p4jhQ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" stroked="f">
                <v:textbox>
                  <w:txbxContent>
                    <w:p w:rsidR="00050ED5" w:rsidRDefault="00050ED5">
                      <w:r>
                        <w:rPr>
                          <w:noProof/>
                          <w:lang w:val="sl-SI" w:eastAsia="sl-SI"/>
                        </w:rPr>
                        <w:drawing>
                          <wp:inline distT="0" distB="0" distL="0" distR="0">
                            <wp:extent cx="1154142" cy="312835"/>
                            <wp:effectExtent l="19050" t="0" r="7908" b="0"/>
                            <wp:docPr id="1" name="Slika 0" descr="Kulturna-201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ulturna-2013.jpg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7774" cy="313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25301" w:rsidRPr="00E21E2D" w:rsidRDefault="00E25301" w:rsidP="00E25301">
      <w:pPr>
        <w:rPr>
          <w:lang w:val="sl-SI"/>
        </w:rPr>
      </w:pPr>
    </w:p>
    <w:p w:rsidR="00E25301" w:rsidRPr="00E21E2D" w:rsidRDefault="00E21E2D" w:rsidP="00E25301">
      <w:pPr>
        <w:rPr>
          <w:lang w:val="sl-SI"/>
        </w:rPr>
      </w:pPr>
      <w:r w:rsidRPr="00E21E2D">
        <w:rPr>
          <w:rFonts w:ascii="Times New Roman" w:hAnsi="Times New Roman"/>
          <w:noProof/>
          <w:sz w:val="20"/>
          <w:lang w:val="sl-SI" w:eastAsia="sl-SI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-441960</wp:posOffset>
                </wp:positionH>
                <wp:positionV relativeFrom="paragraph">
                  <wp:posOffset>128270</wp:posOffset>
                </wp:positionV>
                <wp:extent cx="6675755" cy="635"/>
                <wp:effectExtent l="0" t="0" r="29845" b="37465"/>
                <wp:wrapNone/>
                <wp:docPr id="1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5755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2BDCB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8pt,10.1pt" to="490.8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" o:allowincell="f" strokeweight="1.5pt"/>
            </w:pict>
          </mc:Fallback>
        </mc:AlternateContent>
      </w:r>
    </w:p>
    <w:p w:rsidR="00596F82" w:rsidRPr="00E21E2D" w:rsidRDefault="00596F82">
      <w:pPr>
        <w:widowControl/>
        <w:jc w:val="both"/>
        <w:rPr>
          <w:rFonts w:ascii="Times New Roman" w:hAnsi="Times New Roman"/>
          <w:lang w:val="sl-SI"/>
        </w:rPr>
      </w:pPr>
    </w:p>
    <w:p w:rsidR="00BE17CA" w:rsidRPr="00E21E2D" w:rsidRDefault="00303BB0" w:rsidP="002209D5">
      <w:pPr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 xml:space="preserve">Datum: </w:t>
      </w:r>
      <w:r w:rsidR="007A53BF" w:rsidRPr="00E21E2D">
        <w:rPr>
          <w:rFonts w:ascii="Times New Roman" w:hAnsi="Times New Roman"/>
          <w:lang w:val="sl-SI"/>
        </w:rPr>
        <w:t>11</w:t>
      </w:r>
      <w:r w:rsidR="008F008E" w:rsidRPr="00E21E2D">
        <w:rPr>
          <w:rFonts w:ascii="Times New Roman" w:hAnsi="Times New Roman"/>
          <w:lang w:val="sl-SI"/>
        </w:rPr>
        <w:t>. 10</w:t>
      </w:r>
      <w:r w:rsidR="004C01AF" w:rsidRPr="00E21E2D">
        <w:rPr>
          <w:rFonts w:ascii="Times New Roman" w:hAnsi="Times New Roman"/>
          <w:lang w:val="sl-SI"/>
        </w:rPr>
        <w:t>. 2015</w:t>
      </w:r>
      <w:r w:rsidR="002209D5" w:rsidRPr="00E21E2D">
        <w:rPr>
          <w:noProof/>
          <w:lang w:val="sl-SI" w:eastAsia="sl-SI"/>
        </w:rPr>
        <w:t xml:space="preserve">                               </w:t>
      </w:r>
      <w:r w:rsidR="002209D5" w:rsidRPr="00E21E2D">
        <w:rPr>
          <w:noProof/>
          <w:lang w:val="sl-SI" w:eastAsia="sl-SI"/>
        </w:rPr>
        <w:drawing>
          <wp:inline distT="0" distB="0" distL="0" distR="0">
            <wp:extent cx="1157605" cy="1020445"/>
            <wp:effectExtent l="0" t="0" r="4445" b="8255"/>
            <wp:docPr id="8" name="Slika 8" descr="http://www.fctplays.org/web/images/masks_icon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http://www.fctplays.org/web/images/masks_icon.png"/>
                    <pic:cNvPicPr/>
                  </pic:nvPicPr>
                  <pic:blipFill>
                    <a:blip r:embed="rId11" cstate="print"/>
                    <a:srcRect l="3623" t="10821" r="3627" b="10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7CA" w:rsidRPr="00E21E2D" w:rsidRDefault="00BE17CA" w:rsidP="00BE17CA">
      <w:pPr>
        <w:widowControl/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 xml:space="preserve">  </w:t>
      </w:r>
      <w:bookmarkStart w:id="0" w:name="_GoBack"/>
      <w:bookmarkEnd w:id="0"/>
    </w:p>
    <w:p w:rsidR="00BE17CA" w:rsidRPr="00E21E2D" w:rsidRDefault="00BE17CA" w:rsidP="002209D5">
      <w:pPr>
        <w:widowControl/>
        <w:jc w:val="center"/>
        <w:rPr>
          <w:rFonts w:ascii="Times New Roman" w:hAnsi="Times New Roman"/>
          <w:lang w:val="sl-SI"/>
        </w:rPr>
      </w:pP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</w:p>
    <w:p w:rsidR="00BE17CA" w:rsidRPr="00E21E2D" w:rsidRDefault="00BE17CA" w:rsidP="00BE17CA">
      <w:pPr>
        <w:jc w:val="both"/>
        <w:rPr>
          <w:rFonts w:ascii="Times New Roman" w:hAnsi="Times New Roman"/>
          <w:b/>
          <w:sz w:val="28"/>
          <w:lang w:val="sl-SI"/>
        </w:rPr>
      </w:pPr>
      <w:r w:rsidRPr="00E21E2D">
        <w:rPr>
          <w:rFonts w:ascii="Times New Roman" w:hAnsi="Times New Roman"/>
          <w:b/>
          <w:sz w:val="28"/>
          <w:lang w:val="sl-SI"/>
        </w:rPr>
        <w:t>Spoštovani člani Unesco družine, ljubitelji gledališča!</w:t>
      </w: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V novem šolskem letu ponovno pripravljamo srečanje osnovnošolskih gledaliških skupin z naslovom Z ODRA NA ODER.</w:t>
      </w:r>
      <w:r w:rsidR="004C01AF" w:rsidRPr="00E21E2D">
        <w:rPr>
          <w:rFonts w:ascii="Times New Roman" w:hAnsi="Times New Roman"/>
          <w:lang w:val="sl-SI"/>
        </w:rPr>
        <w:t xml:space="preserve"> Cilji </w:t>
      </w:r>
      <w:r w:rsidR="00776918" w:rsidRPr="00E21E2D">
        <w:rPr>
          <w:rFonts w:ascii="Times New Roman" w:hAnsi="Times New Roman"/>
          <w:lang w:val="sl-SI"/>
        </w:rPr>
        <w:t>našega UNESCO projekta so:</w:t>
      </w:r>
    </w:p>
    <w:p w:rsidR="00776918" w:rsidRPr="00E21E2D" w:rsidRDefault="00776918" w:rsidP="00776918">
      <w:pPr>
        <w:pStyle w:val="Odstavekseznama"/>
        <w:numPr>
          <w:ilvl w:val="0"/>
          <w:numId w:val="12"/>
        </w:numPr>
        <w:jc w:val="both"/>
        <w:rPr>
          <w:rFonts w:ascii="Times New Roman" w:hAnsi="Times New Roman"/>
        </w:rPr>
      </w:pPr>
      <w:r w:rsidRPr="00E21E2D">
        <w:rPr>
          <w:rFonts w:ascii="Times New Roman" w:hAnsi="Times New Roman"/>
        </w:rPr>
        <w:t>druženje različnih generacij in razvijanje strpnosti med njimi;</w:t>
      </w:r>
    </w:p>
    <w:p w:rsidR="00776918" w:rsidRPr="00E21E2D" w:rsidRDefault="00776918" w:rsidP="00776918">
      <w:pPr>
        <w:pStyle w:val="Odstavekseznama"/>
        <w:numPr>
          <w:ilvl w:val="0"/>
          <w:numId w:val="12"/>
        </w:numPr>
        <w:jc w:val="both"/>
        <w:rPr>
          <w:rFonts w:ascii="Times New Roman" w:hAnsi="Times New Roman"/>
        </w:rPr>
      </w:pPr>
      <w:r w:rsidRPr="00E21E2D">
        <w:rPr>
          <w:rFonts w:ascii="Times New Roman" w:hAnsi="Times New Roman"/>
        </w:rPr>
        <w:t>učenci doživljajo prvine gledališke umetnosti;</w:t>
      </w:r>
    </w:p>
    <w:p w:rsidR="00776918" w:rsidRPr="00E21E2D" w:rsidRDefault="00776918" w:rsidP="00776918">
      <w:pPr>
        <w:pStyle w:val="Odstavekseznama"/>
        <w:numPr>
          <w:ilvl w:val="0"/>
          <w:numId w:val="12"/>
        </w:numPr>
        <w:jc w:val="both"/>
        <w:rPr>
          <w:rFonts w:ascii="Times New Roman" w:hAnsi="Times New Roman"/>
        </w:rPr>
      </w:pPr>
      <w:r w:rsidRPr="00E21E2D">
        <w:rPr>
          <w:rFonts w:ascii="Times New Roman" w:hAnsi="Times New Roman"/>
        </w:rPr>
        <w:t>učenci kot sodelujoči in kot gledalci sooblikujejo prvine gledališke umetnosti;</w:t>
      </w:r>
    </w:p>
    <w:p w:rsidR="00776918" w:rsidRPr="00E21E2D" w:rsidRDefault="00776918" w:rsidP="00776918">
      <w:pPr>
        <w:pStyle w:val="Odstavekseznama"/>
        <w:numPr>
          <w:ilvl w:val="0"/>
          <w:numId w:val="12"/>
        </w:numPr>
        <w:jc w:val="both"/>
        <w:rPr>
          <w:rFonts w:ascii="Times New Roman" w:hAnsi="Times New Roman"/>
        </w:rPr>
      </w:pPr>
      <w:r w:rsidRPr="00E21E2D">
        <w:rPr>
          <w:rFonts w:ascii="Times New Roman" w:hAnsi="Times New Roman"/>
        </w:rPr>
        <w:t>privzgajanje ljubezni do gledališke umetnosti;</w:t>
      </w:r>
    </w:p>
    <w:p w:rsidR="00776918" w:rsidRPr="00E21E2D" w:rsidRDefault="00776918" w:rsidP="00776918">
      <w:pPr>
        <w:pStyle w:val="Odstavekseznama"/>
        <w:numPr>
          <w:ilvl w:val="0"/>
          <w:numId w:val="12"/>
        </w:numPr>
        <w:jc w:val="both"/>
        <w:rPr>
          <w:rFonts w:ascii="Times New Roman" w:hAnsi="Times New Roman"/>
        </w:rPr>
      </w:pPr>
      <w:r w:rsidRPr="00E21E2D">
        <w:rPr>
          <w:rFonts w:ascii="Times New Roman" w:hAnsi="Times New Roman"/>
        </w:rPr>
        <w:t>navajanje na gledališki bonton;</w:t>
      </w:r>
    </w:p>
    <w:p w:rsidR="00776918" w:rsidRPr="00E21E2D" w:rsidRDefault="00776918" w:rsidP="00776918">
      <w:pPr>
        <w:pStyle w:val="Odstavekseznama"/>
        <w:numPr>
          <w:ilvl w:val="0"/>
          <w:numId w:val="12"/>
        </w:numPr>
        <w:jc w:val="both"/>
        <w:rPr>
          <w:rFonts w:ascii="Times New Roman" w:hAnsi="Times New Roman"/>
        </w:rPr>
      </w:pPr>
      <w:r w:rsidRPr="00E21E2D">
        <w:rPr>
          <w:rFonts w:ascii="Times New Roman" w:hAnsi="Times New Roman"/>
        </w:rPr>
        <w:t>privzgajanje samostojnosti in improvizacije v ključnem trenutku;</w:t>
      </w:r>
    </w:p>
    <w:p w:rsidR="00776918" w:rsidRPr="00E21E2D" w:rsidRDefault="00776918" w:rsidP="00776918">
      <w:pPr>
        <w:pStyle w:val="Odstavekseznama"/>
        <w:numPr>
          <w:ilvl w:val="0"/>
          <w:numId w:val="12"/>
        </w:numPr>
        <w:jc w:val="both"/>
        <w:rPr>
          <w:rFonts w:ascii="Times New Roman" w:hAnsi="Times New Roman"/>
        </w:rPr>
      </w:pPr>
      <w:r w:rsidRPr="00E21E2D">
        <w:rPr>
          <w:rFonts w:ascii="Times New Roman" w:hAnsi="Times New Roman"/>
        </w:rPr>
        <w:t>sodelovanje in po</w:t>
      </w:r>
      <w:r w:rsidR="009828E0" w:rsidRPr="00E21E2D">
        <w:rPr>
          <w:rFonts w:ascii="Times New Roman" w:hAnsi="Times New Roman"/>
        </w:rPr>
        <w:t>d</w:t>
      </w:r>
      <w:r w:rsidRPr="00E21E2D">
        <w:rPr>
          <w:rFonts w:ascii="Times New Roman" w:hAnsi="Times New Roman"/>
        </w:rPr>
        <w:t>piranje soigralcev v skupini.</w:t>
      </w:r>
    </w:p>
    <w:p w:rsidR="00BE17CA" w:rsidRPr="00E21E2D" w:rsidRDefault="00731F22" w:rsidP="00BE17CA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Ker smo v preteklih</w:t>
      </w:r>
      <w:r w:rsidR="00BE17CA" w:rsidRPr="00E21E2D">
        <w:rPr>
          <w:rFonts w:ascii="Times New Roman" w:hAnsi="Times New Roman"/>
          <w:lang w:val="sl-SI"/>
        </w:rPr>
        <w:t xml:space="preserve"> letih doživeli čudovite izkušnje s sodelovanjem mladih gledališčn</w:t>
      </w:r>
      <w:r w:rsidR="009828E0" w:rsidRPr="00E21E2D">
        <w:rPr>
          <w:rFonts w:ascii="Times New Roman" w:hAnsi="Times New Roman"/>
          <w:lang w:val="sl-SI"/>
        </w:rPr>
        <w:t>ikov, vas pozivamo k udeležbi</w:t>
      </w:r>
      <w:r w:rsidR="00BE17CA" w:rsidRPr="00E21E2D">
        <w:rPr>
          <w:rFonts w:ascii="Times New Roman" w:hAnsi="Times New Roman"/>
          <w:lang w:val="sl-SI"/>
        </w:rPr>
        <w:t>.</w:t>
      </w: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Tradicionalno  srečanje bo v</w:t>
      </w:r>
      <w:r w:rsidR="004C01AF" w:rsidRPr="00E21E2D">
        <w:rPr>
          <w:rFonts w:ascii="Times New Roman" w:hAnsi="Times New Roman"/>
          <w:lang w:val="sl-SI"/>
        </w:rPr>
        <w:t xml:space="preserve"> mesecu februarju, natančneje 11. 2. 2016</w:t>
      </w:r>
      <w:r w:rsidRPr="00E21E2D">
        <w:rPr>
          <w:rFonts w:ascii="Times New Roman" w:hAnsi="Times New Roman"/>
          <w:lang w:val="sl-SI"/>
        </w:rPr>
        <w:t>, v čast slovenskega kulturnega praznika.</w:t>
      </w:r>
      <w:r w:rsidR="004C01AF" w:rsidRPr="00E21E2D">
        <w:rPr>
          <w:rFonts w:ascii="Times New Roman" w:hAnsi="Times New Roman"/>
          <w:lang w:val="sl-SI"/>
        </w:rPr>
        <w:t xml:space="preserve"> Našo prireditev bomo obogatili z razstavo beneških mask iz gline, ki so jih ustvarili učenci v sklopu UNESCO projekta Praznični mozaik na OŠ Sveta Trojica.</w:t>
      </w: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</w:p>
    <w:p w:rsidR="002E5C3D" w:rsidRPr="00E21E2D" w:rsidRDefault="002E5C3D" w:rsidP="002E5C3D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Srečanje bi radi pripravili tako, da bomo zadovoljni vsi sodelujoči in gledalci, zato vas</w:t>
      </w:r>
      <w:r w:rsidR="008F008E" w:rsidRPr="00E21E2D">
        <w:rPr>
          <w:rFonts w:ascii="Times New Roman" w:hAnsi="Times New Roman"/>
          <w:lang w:val="sl-SI"/>
        </w:rPr>
        <w:t xml:space="preserve"> prosimo, da nam do </w:t>
      </w:r>
      <w:r w:rsidR="008F008E" w:rsidRPr="00E21E2D">
        <w:rPr>
          <w:rFonts w:ascii="Times New Roman" w:hAnsi="Times New Roman"/>
          <w:b/>
          <w:lang w:val="sl-SI"/>
        </w:rPr>
        <w:t>15. 12. 201</w:t>
      </w:r>
      <w:r w:rsidR="00776918" w:rsidRPr="00E21E2D">
        <w:rPr>
          <w:rFonts w:ascii="Times New Roman" w:hAnsi="Times New Roman"/>
          <w:b/>
          <w:lang w:val="sl-SI"/>
        </w:rPr>
        <w:t>5</w:t>
      </w:r>
      <w:r w:rsidRPr="00E21E2D">
        <w:rPr>
          <w:rFonts w:ascii="Times New Roman" w:hAnsi="Times New Roman"/>
          <w:lang w:val="sl-SI"/>
        </w:rPr>
        <w:t>, posredujete izpolnjene prijavnice, na podlagi katerih bomo oblikovali program in seveda pri tem lahko upoštevali tudi vaše želje. Prosimo vas, da prijavite samo eno predstavo.</w:t>
      </w: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 xml:space="preserve">Ponujamo vam tudi možnost ogleda predstav za skupine učencev (npr. kot kulturni dan). </w:t>
      </w: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Za vse informacije smo vam na voljo na telefonski številki 02 420 64 11 ali elektronskem naslov</w:t>
      </w:r>
      <w:r w:rsidR="00B06AE5" w:rsidRPr="00E21E2D">
        <w:rPr>
          <w:rFonts w:ascii="Times New Roman" w:hAnsi="Times New Roman"/>
          <w:lang w:val="sl-SI"/>
        </w:rPr>
        <w:t>u  metka.ferk@guest.arnes.si  (</w:t>
      </w:r>
      <w:r w:rsidRPr="00E21E2D">
        <w:rPr>
          <w:rFonts w:ascii="Times New Roman" w:hAnsi="Times New Roman"/>
          <w:lang w:val="sl-SI"/>
        </w:rPr>
        <w:t xml:space="preserve">kp: </w:t>
      </w:r>
      <w:hyperlink r:id="rId12" w:history="1">
        <w:r w:rsidRPr="00E21E2D">
          <w:rPr>
            <w:rStyle w:val="Hiperpovezava"/>
            <w:rFonts w:ascii="Times New Roman" w:hAnsi="Times New Roman"/>
            <w:lang w:val="sl-SI"/>
          </w:rPr>
          <w:t>danijela.kajzer@guest.arnes.si</w:t>
        </w:r>
      </w:hyperlink>
      <w:r w:rsidRPr="00E21E2D">
        <w:rPr>
          <w:lang w:val="sl-SI"/>
        </w:rPr>
        <w:t>)</w:t>
      </w: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Prijazno vas pozdravljamo!</w:t>
      </w: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  <w:r w:rsidRPr="00E21E2D">
        <w:rPr>
          <w:lang w:val="sl-SI"/>
        </w:rPr>
        <w:t xml:space="preserve">Koordinatorici nacionalnega projekta: </w:t>
      </w:r>
      <w:r w:rsidRPr="00E21E2D">
        <w:rPr>
          <w:lang w:val="sl-SI"/>
        </w:rPr>
        <w:tab/>
      </w:r>
      <w:r w:rsidRPr="00E21E2D">
        <w:rPr>
          <w:lang w:val="sl-SI"/>
        </w:rPr>
        <w:tab/>
      </w:r>
      <w:r w:rsidRPr="00E21E2D">
        <w:rPr>
          <w:lang w:val="sl-SI"/>
        </w:rPr>
        <w:tab/>
      </w:r>
      <w:r w:rsidRPr="00E21E2D">
        <w:rPr>
          <w:lang w:val="sl-SI"/>
        </w:rPr>
        <w:tab/>
      </w:r>
      <w:r w:rsidRPr="00E21E2D">
        <w:rPr>
          <w:rFonts w:ascii="Times New Roman" w:hAnsi="Times New Roman"/>
          <w:lang w:val="sl-SI"/>
        </w:rPr>
        <w:t>Ravnatelj</w:t>
      </w:r>
    </w:p>
    <w:p w:rsidR="00BE17CA" w:rsidRPr="00E21E2D" w:rsidRDefault="00BE17CA" w:rsidP="00BE17CA">
      <w:pPr>
        <w:ind w:left="5652" w:firstLine="108"/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 xml:space="preserve">     </w:t>
      </w:r>
    </w:p>
    <w:p w:rsidR="00BE17CA" w:rsidRPr="00E21E2D" w:rsidRDefault="00BE17CA" w:rsidP="00BE17CA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Metka Ferk</w:t>
      </w:r>
      <w:r w:rsidRPr="00E21E2D">
        <w:rPr>
          <w:rFonts w:ascii="Times New Roman" w:hAnsi="Times New Roman"/>
          <w:lang w:val="sl-SI"/>
        </w:rPr>
        <w:tab/>
      </w:r>
      <w:r w:rsidRPr="00E21E2D">
        <w:rPr>
          <w:rFonts w:ascii="Times New Roman" w:hAnsi="Times New Roman"/>
          <w:lang w:val="sl-SI"/>
        </w:rPr>
        <w:tab/>
      </w:r>
      <w:r w:rsidRPr="00E21E2D">
        <w:rPr>
          <w:rFonts w:ascii="Times New Roman" w:hAnsi="Times New Roman"/>
          <w:lang w:val="sl-SI"/>
        </w:rPr>
        <w:tab/>
      </w:r>
      <w:r w:rsidRPr="00E21E2D">
        <w:rPr>
          <w:rFonts w:ascii="Times New Roman" w:hAnsi="Times New Roman"/>
          <w:lang w:val="sl-SI"/>
        </w:rPr>
        <w:tab/>
      </w:r>
      <w:r w:rsidRPr="00E21E2D">
        <w:rPr>
          <w:rFonts w:ascii="Times New Roman" w:hAnsi="Times New Roman"/>
          <w:lang w:val="sl-SI"/>
        </w:rPr>
        <w:tab/>
      </w:r>
      <w:r w:rsidRPr="00E21E2D">
        <w:rPr>
          <w:rFonts w:ascii="Times New Roman" w:hAnsi="Times New Roman"/>
          <w:lang w:val="sl-SI"/>
        </w:rPr>
        <w:tab/>
      </w:r>
      <w:r w:rsidRPr="00E21E2D">
        <w:rPr>
          <w:rFonts w:ascii="Times New Roman" w:hAnsi="Times New Roman"/>
          <w:lang w:val="sl-SI"/>
        </w:rPr>
        <w:tab/>
      </w:r>
      <w:r w:rsidRPr="00E21E2D">
        <w:rPr>
          <w:rFonts w:ascii="Times New Roman" w:hAnsi="Times New Roman"/>
          <w:lang w:val="sl-SI"/>
        </w:rPr>
        <w:tab/>
        <w:t>Darko Madžarac</w:t>
      </w:r>
    </w:p>
    <w:p w:rsidR="00BC2428" w:rsidRPr="00E21E2D" w:rsidRDefault="00BE17CA" w:rsidP="0080764F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Danijela Kajzer</w:t>
      </w:r>
    </w:p>
    <w:p w:rsidR="00BC2428" w:rsidRPr="00E21E2D" w:rsidRDefault="00BC2428" w:rsidP="0058732D">
      <w:pPr>
        <w:widowControl/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E21E2D" w:rsidP="00BC2428">
      <w:pPr>
        <w:pStyle w:val="Naslov2"/>
        <w:widowControl/>
        <w:jc w:val="left"/>
        <w:rPr>
          <w:rFonts w:ascii="Times New Roman" w:hAnsi="Times New Roman"/>
          <w:lang w:val="sl-SI"/>
        </w:rPr>
      </w:pPr>
      <w:r w:rsidRPr="00E21E2D">
        <w:rPr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-650240</wp:posOffset>
                </wp:positionH>
                <wp:positionV relativeFrom="paragraph">
                  <wp:posOffset>-229870</wp:posOffset>
                </wp:positionV>
                <wp:extent cx="1030605" cy="919480"/>
                <wp:effectExtent l="0" t="0" r="0" b="0"/>
                <wp:wrapNone/>
                <wp:docPr id="1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0605" cy="91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2428" w:rsidRDefault="00BC2428" w:rsidP="00BC2428">
                            <w:pPr>
                              <w:rPr>
                                <w:lang w:val="sl-SI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0"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828040" cy="828040"/>
                                  <wp:effectExtent l="19050" t="0" r="0" b="0"/>
                                  <wp:docPr id="4" name="Slika 1" descr="LOGO_Štukelj_C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1" descr="LOGO_Štukelj_C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8040" cy="828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-51.2pt;margin-top:-18.1pt;width:81.15pt;height:72.4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" stroked="f">
                <v:textbox style="mso-fit-shape-to-text:t">
                  <w:txbxContent>
                    <w:p w:rsidR="00BC2428" w:rsidRDefault="00BC2428" w:rsidP="00BC2428">
                      <w:pPr>
                        <w:rPr>
                          <w:lang w:val="sl-SI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0"/>
                          <w:lang w:val="sl-SI" w:eastAsia="sl-SI"/>
                        </w:rPr>
                        <w:drawing>
                          <wp:inline distT="0" distB="0" distL="0" distR="0">
                            <wp:extent cx="828040" cy="828040"/>
                            <wp:effectExtent l="19050" t="0" r="0" b="0"/>
                            <wp:docPr id="4" name="Slika 1" descr="LOGO_Štukelj_C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1" descr="LOGO_Štukelj_C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8040" cy="828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E21E2D">
        <w:rPr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-229870</wp:posOffset>
                </wp:positionV>
                <wp:extent cx="763270" cy="652145"/>
                <wp:effectExtent l="0" t="0" r="0" b="0"/>
                <wp:wrapNone/>
                <wp:docPr id="1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2428" w:rsidRDefault="00BC2428" w:rsidP="00BC2428">
                            <w:pPr>
                              <w:rPr>
                                <w:lang w:val="sl-SI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0"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560705" cy="560705"/>
                                  <wp:effectExtent l="19050" t="0" r="0" b="0"/>
                                  <wp:docPr id="2" name="Slika 4" descr="Zdrav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4" descr="Zdrav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0705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8" o:spid="_x0000_s1032" type="#_x0000_t202" style="position:absolute;margin-left:334.6pt;margin-top:-18.1pt;width:60.1pt;height:51.35pt;z-index:251666432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" stroked="f">
                <v:textbox style="mso-fit-shape-to-text:t">
                  <w:txbxContent>
                    <w:p w:rsidR="00BC2428" w:rsidRDefault="00BC2428" w:rsidP="00BC2428">
                      <w:pPr>
                        <w:rPr>
                          <w:lang w:val="sl-SI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0"/>
                          <w:lang w:val="sl-SI" w:eastAsia="sl-SI"/>
                        </w:rPr>
                        <w:drawing>
                          <wp:inline distT="0" distB="0" distL="0" distR="0">
                            <wp:extent cx="560705" cy="560705"/>
                            <wp:effectExtent l="19050" t="0" r="0" b="0"/>
                            <wp:docPr id="2" name="Slika 4" descr="Zdrav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4" descr="Zdrav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0705" cy="560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E21E2D">
        <w:rPr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33020</wp:posOffset>
                </wp:positionV>
                <wp:extent cx="3234690" cy="732155"/>
                <wp:effectExtent l="0" t="0" r="3810" b="0"/>
                <wp:wrapNone/>
                <wp:docPr id="1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469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2428" w:rsidRDefault="00BC2428" w:rsidP="00BC2428">
                            <w:pPr>
                              <w:pStyle w:val="Naslov2"/>
                              <w:widowControl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2"/>
                              </w:rPr>
                              <w:t>Osnovna šola  LEONA ŠTUKLJA  Maribor</w:t>
                            </w:r>
                          </w:p>
                          <w:p w:rsidR="00BC2428" w:rsidRDefault="00BC2428" w:rsidP="00BC2428">
                            <w:pPr>
                              <w:widowControl/>
                              <w:jc w:val="center"/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  <w:t>Klinetova ulica 18, 2000 Maribor</w:t>
                            </w:r>
                          </w:p>
                          <w:p w:rsidR="00BC2428" w:rsidRDefault="00BC2428" w:rsidP="00BC2428">
                            <w:pPr>
                              <w:widowControl/>
                              <w:jc w:val="center"/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  <w:t>Telefon: 02/420-64-11, 02/420-64-01</w:t>
                            </w:r>
                          </w:p>
                          <w:p w:rsidR="00BC2428" w:rsidRDefault="00BC2428" w:rsidP="00BC2428">
                            <w:pPr>
                              <w:widowControl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faks: 02/420-64-01</w:t>
                            </w:r>
                          </w:p>
                          <w:p w:rsidR="00BC2428" w:rsidRDefault="00BC2428" w:rsidP="00BC2428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3" style="position:absolute;margin-left:18.45pt;margin-top:2.6pt;width:254.7pt;height:5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" filled="f" stroked="f" strokeweight="1pt">
                <v:textbox inset="1pt,1pt,1pt,1pt">
                  <w:txbxContent>
                    <w:p w:rsidR="00BC2428" w:rsidRDefault="00BC2428" w:rsidP="00BC2428">
                      <w:pPr>
                        <w:pStyle w:val="Naslov2"/>
                        <w:widowControl/>
                        <w:jc w:val="center"/>
                        <w:rPr>
                          <w:rFonts w:ascii="Times New Roman" w:hAnsi="Times New Roman"/>
                          <w:spacing w:val="20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2"/>
                        </w:rPr>
                        <w:t>Osnovna šola  LEONA ŠTUKLJA  Maribor</w:t>
                      </w:r>
                    </w:p>
                    <w:p w:rsidR="00BC2428" w:rsidRDefault="00BC2428" w:rsidP="00BC2428">
                      <w:pPr>
                        <w:widowControl/>
                        <w:jc w:val="center"/>
                        <w:rPr>
                          <w:rFonts w:ascii="Times New Roman" w:hAnsi="Times New Roman"/>
                          <w:sz w:val="20"/>
                          <w:lang w:val="de-DE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lang w:val="de-DE"/>
                        </w:rPr>
                        <w:t>Klinetova ulica 18, 2000 Maribor</w:t>
                      </w:r>
                    </w:p>
                    <w:p w:rsidR="00BC2428" w:rsidRDefault="00BC2428" w:rsidP="00BC2428">
                      <w:pPr>
                        <w:widowControl/>
                        <w:jc w:val="center"/>
                        <w:rPr>
                          <w:rFonts w:ascii="Times New Roman" w:hAnsi="Times New Roman"/>
                          <w:sz w:val="20"/>
                          <w:lang w:val="de-DE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lang w:val="de-DE"/>
                        </w:rPr>
                        <w:t>Telefon: 02/420-64-11, 02/420-64-01</w:t>
                      </w:r>
                    </w:p>
                    <w:p w:rsidR="00BC2428" w:rsidRDefault="00BC2428" w:rsidP="00BC2428">
                      <w:pPr>
                        <w:widowControl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faks: 02/420-64-01</w:t>
                      </w:r>
                    </w:p>
                    <w:p w:rsidR="00BC2428" w:rsidRDefault="00BC2428" w:rsidP="00BC2428">
                      <w:pPr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21E2D">
        <w:rPr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4938395</wp:posOffset>
                </wp:positionH>
                <wp:positionV relativeFrom="paragraph">
                  <wp:posOffset>-314960</wp:posOffset>
                </wp:positionV>
                <wp:extent cx="1307465" cy="996950"/>
                <wp:effectExtent l="0" t="0" r="6985" b="0"/>
                <wp:wrapNone/>
                <wp:docPr id="1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7465" cy="99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2428" w:rsidRDefault="00BC2428" w:rsidP="00BC2428">
                            <w:pPr>
                              <w:rPr>
                                <w:lang w:val="sl-SI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0"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1104265" cy="905510"/>
                                  <wp:effectExtent l="19050" t="0" r="635" b="0"/>
                                  <wp:docPr id="3" name="Slika 3" descr="UNESCO_AS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3" descr="UNESCO_ASP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4265" cy="905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5" o:spid="_x0000_s1034" type="#_x0000_t202" style="position:absolute;margin-left:388.85pt;margin-top:-24.8pt;width:102.95pt;height:78.5pt;z-index:25166336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" stroked="f">
                <v:textbox style="mso-fit-shape-to-text:t">
                  <w:txbxContent>
                    <w:p w:rsidR="00BC2428" w:rsidRDefault="00BC2428" w:rsidP="00BC2428">
                      <w:pPr>
                        <w:rPr>
                          <w:lang w:val="sl-SI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0"/>
                          <w:lang w:val="sl-SI" w:eastAsia="sl-SI"/>
                        </w:rPr>
                        <w:drawing>
                          <wp:inline distT="0" distB="0" distL="0" distR="0">
                            <wp:extent cx="1104265" cy="905510"/>
                            <wp:effectExtent l="19050" t="0" r="635" b="0"/>
                            <wp:docPr id="3" name="Slika 3" descr="UNESCO_AS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3" descr="UNESCO_ASP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4265" cy="905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C2428" w:rsidRPr="00E21E2D">
        <w:rPr>
          <w:rFonts w:ascii="Times New Roman" w:hAnsi="Times New Roman"/>
          <w:lang w:val="sl-SI"/>
        </w:rPr>
        <w:tab/>
      </w:r>
      <w:r w:rsidR="00BC2428" w:rsidRPr="00E21E2D">
        <w:rPr>
          <w:rFonts w:ascii="Times New Roman" w:hAnsi="Times New Roman"/>
          <w:lang w:val="sl-SI"/>
        </w:rPr>
        <w:tab/>
      </w:r>
      <w:r w:rsidR="00BC2428" w:rsidRPr="00E21E2D">
        <w:rPr>
          <w:rFonts w:ascii="Times New Roman" w:hAnsi="Times New Roman"/>
          <w:lang w:val="sl-SI"/>
        </w:rPr>
        <w:tab/>
      </w:r>
      <w:r w:rsidR="00BC2428" w:rsidRPr="00E21E2D">
        <w:rPr>
          <w:rFonts w:ascii="Times New Roman" w:hAnsi="Times New Roman"/>
          <w:lang w:val="sl-SI"/>
        </w:rPr>
        <w:tab/>
      </w:r>
      <w:r w:rsidR="00BC2428" w:rsidRPr="00E21E2D">
        <w:rPr>
          <w:rFonts w:ascii="Times New Roman" w:hAnsi="Times New Roman"/>
          <w:lang w:val="sl-SI"/>
        </w:rPr>
        <w:tab/>
      </w:r>
      <w:r w:rsidR="00BC2428" w:rsidRPr="00E21E2D">
        <w:rPr>
          <w:rFonts w:ascii="Times New Roman" w:hAnsi="Times New Roman"/>
          <w:lang w:val="sl-SI"/>
        </w:rPr>
        <w:tab/>
      </w:r>
      <w:r w:rsidR="00BC2428" w:rsidRPr="00E21E2D">
        <w:rPr>
          <w:rFonts w:ascii="Times New Roman" w:hAnsi="Times New Roman"/>
          <w:lang w:val="sl-SI"/>
        </w:rPr>
        <w:tab/>
      </w:r>
      <w:r w:rsidR="00BC2428" w:rsidRPr="00E21E2D">
        <w:rPr>
          <w:rFonts w:ascii="Times New Roman" w:hAnsi="Times New Roman"/>
          <w:lang w:val="sl-SI"/>
        </w:rPr>
        <w:tab/>
      </w:r>
      <w:r w:rsidR="00BC2428" w:rsidRPr="00E21E2D">
        <w:rPr>
          <w:rFonts w:ascii="Times New Roman" w:hAnsi="Times New Roman"/>
          <w:lang w:val="sl-SI"/>
        </w:rPr>
        <w:tab/>
      </w:r>
      <w:r w:rsidR="00BC2428" w:rsidRPr="00E21E2D">
        <w:rPr>
          <w:rFonts w:ascii="Times New Roman" w:hAnsi="Times New Roman"/>
          <w:lang w:val="sl-SI"/>
        </w:rPr>
        <w:tab/>
      </w:r>
    </w:p>
    <w:p w:rsidR="00BC2428" w:rsidRPr="00E21E2D" w:rsidRDefault="00BC2428" w:rsidP="00BC2428">
      <w:pPr>
        <w:rPr>
          <w:lang w:val="sl-SI"/>
        </w:rPr>
      </w:pPr>
    </w:p>
    <w:p w:rsidR="00BC2428" w:rsidRPr="00E21E2D" w:rsidRDefault="00BC2428" w:rsidP="00BC2428">
      <w:pPr>
        <w:rPr>
          <w:lang w:val="sl-SI"/>
        </w:rPr>
      </w:pPr>
      <w:r w:rsidRPr="00E21E2D">
        <w:rPr>
          <w:lang w:val="sl-SI"/>
        </w:rPr>
        <w:t xml:space="preserve">                                                                                                   </w:t>
      </w:r>
      <w:r w:rsidRPr="00E21E2D">
        <w:rPr>
          <w:noProof/>
          <w:lang w:val="sl-SI" w:eastAsia="sl-SI"/>
        </w:rPr>
        <w:drawing>
          <wp:inline distT="0" distB="0" distL="0" distR="0">
            <wp:extent cx="1154142" cy="312835"/>
            <wp:effectExtent l="19050" t="0" r="7908" b="0"/>
            <wp:docPr id="9" name="Slika 0" descr="Kulturna-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lturna-2013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774" cy="31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428" w:rsidRPr="00E21E2D" w:rsidRDefault="00E21E2D" w:rsidP="00BC2428">
      <w:pPr>
        <w:rPr>
          <w:lang w:val="sl-SI"/>
        </w:rPr>
      </w:pPr>
      <w:r w:rsidRPr="00E21E2D">
        <w:rPr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-441960</wp:posOffset>
                </wp:positionH>
                <wp:positionV relativeFrom="paragraph">
                  <wp:posOffset>126365</wp:posOffset>
                </wp:positionV>
                <wp:extent cx="6675755" cy="635"/>
                <wp:effectExtent l="0" t="0" r="29845" b="37465"/>
                <wp:wrapNone/>
                <wp:docPr id="10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5755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5F6FEF" id="Line 2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8pt,9.95pt" to="490.8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" o:allowincell="f" strokeweight="1.5pt"/>
            </w:pict>
          </mc:Fallback>
        </mc:AlternateContent>
      </w:r>
      <w:r w:rsidR="00BC2428" w:rsidRPr="00E21E2D">
        <w:rPr>
          <w:lang w:val="sl-SI"/>
        </w:rPr>
        <w:t xml:space="preserve">                                                                                                 </w:t>
      </w: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center"/>
        <w:rPr>
          <w:rFonts w:ascii="Times New Roman" w:hAnsi="Times New Roman"/>
          <w:b/>
          <w:spacing w:val="100"/>
          <w:sz w:val="48"/>
          <w:lang w:val="sl-SI"/>
        </w:rPr>
      </w:pPr>
      <w:r w:rsidRPr="00E21E2D">
        <w:rPr>
          <w:rFonts w:ascii="Times New Roman" w:hAnsi="Times New Roman"/>
          <w:b/>
          <w:spacing w:val="100"/>
          <w:sz w:val="48"/>
          <w:lang w:val="sl-SI"/>
        </w:rPr>
        <w:t>PRIJAVNICA</w:t>
      </w:r>
    </w:p>
    <w:p w:rsidR="00BC2428" w:rsidRPr="00E21E2D" w:rsidRDefault="00BC2428" w:rsidP="00BC2428">
      <w:pPr>
        <w:jc w:val="center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center"/>
        <w:rPr>
          <w:rFonts w:ascii="Times New Roman" w:hAnsi="Times New Roman"/>
          <w:b/>
          <w:sz w:val="36"/>
          <w:lang w:val="sl-SI"/>
        </w:rPr>
      </w:pPr>
      <w:r w:rsidRPr="00E21E2D">
        <w:rPr>
          <w:rFonts w:ascii="Times New Roman" w:hAnsi="Times New Roman"/>
          <w:b/>
          <w:sz w:val="36"/>
          <w:lang w:val="sl-SI"/>
        </w:rPr>
        <w:t>Z ODRA NA ODER</w:t>
      </w:r>
    </w:p>
    <w:p w:rsidR="00BC2428" w:rsidRPr="00E21E2D" w:rsidRDefault="00BC2428" w:rsidP="00BC2428">
      <w:pPr>
        <w:jc w:val="center"/>
        <w:rPr>
          <w:rFonts w:ascii="Times New Roman" w:hAnsi="Times New Roman"/>
          <w:lang w:val="sl-SI"/>
        </w:rPr>
      </w:pPr>
    </w:p>
    <w:p w:rsidR="00BC2428" w:rsidRPr="00E21E2D" w:rsidRDefault="0080764F" w:rsidP="00BC2428">
      <w:pPr>
        <w:jc w:val="center"/>
        <w:rPr>
          <w:rFonts w:ascii="Times New Roman" w:hAnsi="Times New Roman"/>
          <w:b/>
          <w:sz w:val="28"/>
          <w:lang w:val="sl-SI"/>
        </w:rPr>
      </w:pPr>
      <w:r w:rsidRPr="00E21E2D">
        <w:rPr>
          <w:rFonts w:ascii="Times New Roman" w:hAnsi="Times New Roman"/>
          <w:b/>
          <w:sz w:val="28"/>
          <w:lang w:val="sl-SI"/>
        </w:rPr>
        <w:t>11. februar 2016</w:t>
      </w: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DRAMSKA SKUPINA OŠ ___________________________________________________</w:t>
      </w: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SE PRIJAVLJA NA SREČANJE OSNOVNOŠOLSKIH DRAMSKIH SKUPIN.</w:t>
      </w: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b/>
          <w:lang w:val="sl-SI"/>
        </w:rPr>
      </w:pPr>
      <w:r w:rsidRPr="00E21E2D">
        <w:rPr>
          <w:rFonts w:ascii="Times New Roman" w:hAnsi="Times New Roman"/>
          <w:b/>
          <w:lang w:val="sl-SI"/>
        </w:rPr>
        <w:t>PODATKI O PREDSTAVI</w:t>
      </w: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NASLOV DELA:  __________________________________________________________</w:t>
      </w: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AVTOR / PRIREDBA:  ______________________________________________________</w:t>
      </w: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80764F" w:rsidP="00BC2428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MENTOR</w:t>
      </w:r>
      <w:r w:rsidRPr="00E21E2D">
        <w:rPr>
          <w:rFonts w:ascii="Times New Roman" w:hAnsi="Times New Roman"/>
          <w:sz w:val="20"/>
          <w:lang w:val="sl-SI"/>
        </w:rPr>
        <w:t>(ime,priimek in e-naslov mentorja)</w:t>
      </w:r>
      <w:r w:rsidRPr="00E21E2D">
        <w:rPr>
          <w:rFonts w:ascii="Times New Roman" w:hAnsi="Times New Roman"/>
          <w:szCs w:val="24"/>
          <w:lang w:val="sl-SI"/>
        </w:rPr>
        <w:t>_______</w:t>
      </w:r>
      <w:r w:rsidRPr="00E21E2D">
        <w:rPr>
          <w:rFonts w:ascii="Times New Roman" w:hAnsi="Times New Roman"/>
          <w:lang w:val="sl-SI"/>
        </w:rPr>
        <w:t>___________________________________</w:t>
      </w:r>
    </w:p>
    <w:p w:rsidR="0080764F" w:rsidRPr="00E21E2D" w:rsidRDefault="0080764F" w:rsidP="00BC2428">
      <w:pPr>
        <w:jc w:val="both"/>
        <w:rPr>
          <w:rFonts w:ascii="Times New Roman" w:hAnsi="Times New Roman"/>
          <w:lang w:val="sl-SI"/>
        </w:rPr>
      </w:pPr>
    </w:p>
    <w:p w:rsidR="0080764F" w:rsidRPr="00E21E2D" w:rsidRDefault="0080764F" w:rsidP="00BC2428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___________________________________________________________________________</w:t>
      </w:r>
    </w:p>
    <w:p w:rsidR="0080764F" w:rsidRPr="00E21E2D" w:rsidRDefault="0080764F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TRAJANJE PREDSTAVE:  ___________________________________________________</w:t>
      </w: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CILJNA PUBLIKA:</w:t>
      </w:r>
      <w:r w:rsidRPr="00E21E2D">
        <w:rPr>
          <w:rFonts w:ascii="Times New Roman" w:hAnsi="Times New Roman"/>
          <w:lang w:val="sl-SI"/>
        </w:rPr>
        <w:tab/>
      </w:r>
      <w:r w:rsidRPr="00E21E2D">
        <w:rPr>
          <w:rFonts w:ascii="Times New Roman" w:hAnsi="Times New Roman"/>
          <w:lang w:val="sl-SI"/>
        </w:rPr>
        <w:tab/>
        <w:t>učenci</w:t>
      </w:r>
      <w:r w:rsidRPr="00E21E2D">
        <w:rPr>
          <w:rFonts w:ascii="Times New Roman" w:hAnsi="Times New Roman"/>
          <w:lang w:val="sl-SI"/>
        </w:rPr>
        <w:tab/>
      </w:r>
      <w:r w:rsidRPr="00E21E2D">
        <w:rPr>
          <w:rFonts w:ascii="Times New Roman" w:hAnsi="Times New Roman"/>
          <w:lang w:val="sl-SI"/>
        </w:rPr>
        <w:tab/>
        <w:t>I.</w:t>
      </w:r>
      <w:r w:rsidRPr="00E21E2D">
        <w:rPr>
          <w:rFonts w:ascii="Times New Roman" w:hAnsi="Times New Roman"/>
          <w:lang w:val="sl-SI"/>
        </w:rPr>
        <w:tab/>
      </w:r>
      <w:r w:rsidRPr="00E21E2D">
        <w:rPr>
          <w:rFonts w:ascii="Times New Roman" w:hAnsi="Times New Roman"/>
          <w:lang w:val="sl-SI"/>
        </w:rPr>
        <w:tab/>
        <w:t>II.</w:t>
      </w:r>
      <w:r w:rsidRPr="00E21E2D">
        <w:rPr>
          <w:rFonts w:ascii="Times New Roman" w:hAnsi="Times New Roman"/>
          <w:lang w:val="sl-SI"/>
        </w:rPr>
        <w:tab/>
      </w:r>
      <w:r w:rsidRPr="00E21E2D">
        <w:rPr>
          <w:rFonts w:ascii="Times New Roman" w:hAnsi="Times New Roman"/>
          <w:lang w:val="sl-SI"/>
        </w:rPr>
        <w:tab/>
        <w:t>III.</w:t>
      </w:r>
      <w:r w:rsidRPr="00E21E2D">
        <w:rPr>
          <w:rFonts w:ascii="Times New Roman" w:hAnsi="Times New Roman"/>
          <w:lang w:val="sl-SI"/>
        </w:rPr>
        <w:tab/>
        <w:t xml:space="preserve">        triade</w:t>
      </w: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ŠTEVILO IGRALCEV:  ______________________________________________________</w:t>
      </w: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ŠTEVILO SPREMLJEVALCEV:  ______________________________________________</w:t>
      </w: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ŠTEVILO VAŠIH UČENCEV – GLEDALCEV:  __________________________________</w:t>
      </w: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lang w:val="sl-SI"/>
        </w:rPr>
        <w:t>Nam želite še kaj sporočiti?</w:t>
      </w: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BC2428" w:rsidRPr="00E21E2D" w:rsidRDefault="00BC2428" w:rsidP="00BC2428">
      <w:pPr>
        <w:jc w:val="both"/>
        <w:rPr>
          <w:rFonts w:ascii="Times New Roman" w:hAnsi="Times New Roman"/>
          <w:lang w:val="sl-SI"/>
        </w:rPr>
      </w:pPr>
    </w:p>
    <w:p w:rsidR="000D7CF4" w:rsidRPr="00E21E2D" w:rsidRDefault="00BC2428" w:rsidP="00C11452">
      <w:pPr>
        <w:widowControl/>
        <w:jc w:val="both"/>
        <w:rPr>
          <w:rFonts w:ascii="Times New Roman" w:hAnsi="Times New Roman"/>
          <w:lang w:val="sl-SI"/>
        </w:rPr>
      </w:pPr>
      <w:r w:rsidRPr="00E21E2D">
        <w:rPr>
          <w:rFonts w:ascii="Times New Roman" w:hAnsi="Times New Roman"/>
          <w:sz w:val="20"/>
          <w:u w:val="single"/>
          <w:lang w:val="sl-SI"/>
        </w:rPr>
        <w:t>Izpolnjeno prijavo nam, prosimo, vrnite do 15. 12. 201</w:t>
      </w:r>
      <w:r w:rsidR="0080764F" w:rsidRPr="00E21E2D">
        <w:rPr>
          <w:rFonts w:ascii="Times New Roman" w:hAnsi="Times New Roman"/>
          <w:sz w:val="20"/>
          <w:u w:val="single"/>
          <w:lang w:val="sl-SI"/>
        </w:rPr>
        <w:t>5</w:t>
      </w:r>
    </w:p>
    <w:sectPr w:rsidR="000D7CF4" w:rsidRPr="00E21E2D" w:rsidSect="007A53BF">
      <w:footerReference w:type="default" r:id="rId14"/>
      <w:endnotePr>
        <w:numFmt w:val="decimal"/>
      </w:endnotePr>
      <w:pgSz w:w="11907" w:h="16840"/>
      <w:pgMar w:top="851" w:right="1418" w:bottom="1134" w:left="1418" w:header="708" w:footer="1021" w:gutter="0"/>
      <w:pgBorders w:offsetFrom="page">
        <w:top w:val="single" w:sz="18" w:space="24" w:color="F69200" w:themeColor="accent3" w:shadow="1"/>
        <w:left w:val="single" w:sz="18" w:space="24" w:color="F69200" w:themeColor="accent3" w:shadow="1"/>
        <w:bottom w:val="single" w:sz="18" w:space="24" w:color="F69200" w:themeColor="accent3" w:shadow="1"/>
        <w:right w:val="single" w:sz="18" w:space="24" w:color="F69200" w:themeColor="accent3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BE9" w:rsidRDefault="004A3BE9" w:rsidP="0049586D">
      <w:r>
        <w:separator/>
      </w:r>
    </w:p>
  </w:endnote>
  <w:endnote w:type="continuationSeparator" w:id="0">
    <w:p w:rsidR="004A3BE9" w:rsidRDefault="004A3BE9" w:rsidP="0049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LO_Dutch">
    <w:altName w:val="Times New Roman"/>
    <w:panose1 w:val="00000000000000000000"/>
    <w:charset w:val="00"/>
    <w:family w:val="auto"/>
    <w:notTrueType/>
    <w:pitch w:val="default"/>
  </w:font>
  <w:font w:name="SLO_Hobo">
    <w:altName w:val="Times New Roman"/>
    <w:panose1 w:val="00000000000000000000"/>
    <w:charset w:val="00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86D" w:rsidRDefault="0049586D">
    <w:pPr>
      <w:pStyle w:val="Noga"/>
      <w:jc w:val="center"/>
    </w:pPr>
  </w:p>
  <w:p w:rsidR="0049586D" w:rsidRDefault="0049586D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BE9" w:rsidRDefault="004A3BE9" w:rsidP="0049586D">
      <w:r>
        <w:separator/>
      </w:r>
    </w:p>
  </w:footnote>
  <w:footnote w:type="continuationSeparator" w:id="0">
    <w:p w:rsidR="004A3BE9" w:rsidRDefault="004A3BE9" w:rsidP="00495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676F6"/>
    <w:multiLevelType w:val="hybridMultilevel"/>
    <w:tmpl w:val="B3AC6A0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162631"/>
    <w:multiLevelType w:val="hybridMultilevel"/>
    <w:tmpl w:val="F9EEB082"/>
    <w:lvl w:ilvl="0" w:tplc="E3F84E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9A74A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25F1A63"/>
    <w:multiLevelType w:val="hybridMultilevel"/>
    <w:tmpl w:val="7D24300E"/>
    <w:lvl w:ilvl="0" w:tplc="AB508F5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D1AB77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620D4"/>
    <w:multiLevelType w:val="hybridMultilevel"/>
    <w:tmpl w:val="23329D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37F5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ED06DE0"/>
    <w:multiLevelType w:val="hybridMultilevel"/>
    <w:tmpl w:val="FAE0F088"/>
    <w:lvl w:ilvl="0" w:tplc="98B6F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FC5433"/>
    <w:multiLevelType w:val="hybridMultilevel"/>
    <w:tmpl w:val="E528DC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8D4189"/>
    <w:multiLevelType w:val="hybridMultilevel"/>
    <w:tmpl w:val="D47C14BC"/>
    <w:lvl w:ilvl="0" w:tplc="AB508F5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6F14DF"/>
    <w:multiLevelType w:val="hybridMultilevel"/>
    <w:tmpl w:val="21749FC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F57CD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C77420F"/>
    <w:multiLevelType w:val="hybridMultilevel"/>
    <w:tmpl w:val="9B688980"/>
    <w:lvl w:ilvl="0" w:tplc="2564D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6"/>
  </w:num>
  <w:num w:numId="10">
    <w:abstractNumId w:val="4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82"/>
    <w:rsid w:val="00050ED5"/>
    <w:rsid w:val="00097287"/>
    <w:rsid w:val="000D5B6A"/>
    <w:rsid w:val="000D7CF4"/>
    <w:rsid w:val="000E2806"/>
    <w:rsid w:val="0014439C"/>
    <w:rsid w:val="0018609A"/>
    <w:rsid w:val="00194A8A"/>
    <w:rsid w:val="00205F2D"/>
    <w:rsid w:val="00207617"/>
    <w:rsid w:val="002209D5"/>
    <w:rsid w:val="002411C9"/>
    <w:rsid w:val="00262E78"/>
    <w:rsid w:val="002C1A42"/>
    <w:rsid w:val="002E5C3D"/>
    <w:rsid w:val="00303BB0"/>
    <w:rsid w:val="00324E97"/>
    <w:rsid w:val="003409B1"/>
    <w:rsid w:val="003E1337"/>
    <w:rsid w:val="003F7588"/>
    <w:rsid w:val="00481B08"/>
    <w:rsid w:val="0048653A"/>
    <w:rsid w:val="0049586D"/>
    <w:rsid w:val="004A3BE9"/>
    <w:rsid w:val="004C01AF"/>
    <w:rsid w:val="004D4E6A"/>
    <w:rsid w:val="004E5641"/>
    <w:rsid w:val="004F2322"/>
    <w:rsid w:val="00500159"/>
    <w:rsid w:val="0056524C"/>
    <w:rsid w:val="005854D1"/>
    <w:rsid w:val="0058732D"/>
    <w:rsid w:val="00596F82"/>
    <w:rsid w:val="005A05D0"/>
    <w:rsid w:val="0065446C"/>
    <w:rsid w:val="006648A0"/>
    <w:rsid w:val="00691187"/>
    <w:rsid w:val="006F6E91"/>
    <w:rsid w:val="00731F22"/>
    <w:rsid w:val="00747854"/>
    <w:rsid w:val="00776918"/>
    <w:rsid w:val="007A53BF"/>
    <w:rsid w:val="0080764F"/>
    <w:rsid w:val="00850499"/>
    <w:rsid w:val="00856EEA"/>
    <w:rsid w:val="00871642"/>
    <w:rsid w:val="008C5B0E"/>
    <w:rsid w:val="008D64A1"/>
    <w:rsid w:val="008F008E"/>
    <w:rsid w:val="008F013B"/>
    <w:rsid w:val="009015E2"/>
    <w:rsid w:val="00956EB4"/>
    <w:rsid w:val="00966E17"/>
    <w:rsid w:val="009828E0"/>
    <w:rsid w:val="009D0455"/>
    <w:rsid w:val="009D4D28"/>
    <w:rsid w:val="009F3F06"/>
    <w:rsid w:val="00A3248D"/>
    <w:rsid w:val="00A352AC"/>
    <w:rsid w:val="00A735D8"/>
    <w:rsid w:val="00A85F69"/>
    <w:rsid w:val="00B06AE5"/>
    <w:rsid w:val="00B12FE0"/>
    <w:rsid w:val="00B31BFE"/>
    <w:rsid w:val="00BA1349"/>
    <w:rsid w:val="00BA69F9"/>
    <w:rsid w:val="00BB65F5"/>
    <w:rsid w:val="00BC2428"/>
    <w:rsid w:val="00BE17CA"/>
    <w:rsid w:val="00BE5838"/>
    <w:rsid w:val="00C11452"/>
    <w:rsid w:val="00C641AA"/>
    <w:rsid w:val="00CF3250"/>
    <w:rsid w:val="00D07D29"/>
    <w:rsid w:val="00D322B9"/>
    <w:rsid w:val="00D60BD1"/>
    <w:rsid w:val="00D61335"/>
    <w:rsid w:val="00D86A2E"/>
    <w:rsid w:val="00DF4567"/>
    <w:rsid w:val="00E17668"/>
    <w:rsid w:val="00E21E2D"/>
    <w:rsid w:val="00E25301"/>
    <w:rsid w:val="00ED5378"/>
    <w:rsid w:val="00F35444"/>
    <w:rsid w:val="00F947C6"/>
    <w:rsid w:val="00FB398D"/>
    <w:rsid w:val="00FB50DC"/>
    <w:rsid w:val="00FC3136"/>
    <w:rsid w:val="00FC6AB8"/>
    <w:rsid w:val="00FD1CA9"/>
    <w:rsid w:val="00FE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,"/>
  <w:listSeparator w:val=";"/>
  <w15:docId w15:val="{8B7C419C-AAB4-4849-A75D-A5033394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947C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SLO_Dutch" w:hAnsi="SLO_Dutch"/>
      <w:sz w:val="24"/>
      <w:lang w:val="en-AU"/>
    </w:rPr>
  </w:style>
  <w:style w:type="paragraph" w:styleId="Naslov1">
    <w:name w:val="heading 1"/>
    <w:basedOn w:val="Navaden"/>
    <w:next w:val="Navaden"/>
    <w:qFormat/>
    <w:rsid w:val="00F947C6"/>
    <w:pPr>
      <w:keepNext/>
      <w:jc w:val="center"/>
      <w:outlineLvl w:val="0"/>
    </w:pPr>
    <w:rPr>
      <w:rFonts w:ascii="SLO_Hobo" w:hAnsi="SLO_Hobo"/>
      <w:b/>
      <w:spacing w:val="80"/>
      <w:sz w:val="48"/>
    </w:rPr>
  </w:style>
  <w:style w:type="paragraph" w:styleId="Naslov2">
    <w:name w:val="heading 2"/>
    <w:basedOn w:val="Navaden"/>
    <w:next w:val="Navaden"/>
    <w:qFormat/>
    <w:rsid w:val="00F947C6"/>
    <w:pPr>
      <w:keepNext/>
      <w:jc w:val="right"/>
      <w:outlineLvl w:val="1"/>
    </w:pPr>
    <w:rPr>
      <w:b/>
      <w:sz w:val="28"/>
    </w:rPr>
  </w:style>
  <w:style w:type="paragraph" w:styleId="Naslov3">
    <w:name w:val="heading 3"/>
    <w:basedOn w:val="Navaden"/>
    <w:next w:val="Navaden"/>
    <w:qFormat/>
    <w:rsid w:val="00F947C6"/>
    <w:pPr>
      <w:keepNext/>
      <w:widowControl/>
      <w:jc w:val="center"/>
      <w:outlineLvl w:val="2"/>
    </w:pPr>
    <w:rPr>
      <w:rFonts w:ascii="Times New Roman" w:hAnsi="Times New Roman"/>
      <w:b/>
      <w:bCs/>
      <w:sz w:val="28"/>
    </w:rPr>
  </w:style>
  <w:style w:type="paragraph" w:styleId="Naslov4">
    <w:name w:val="heading 4"/>
    <w:basedOn w:val="Navaden"/>
    <w:next w:val="Navaden"/>
    <w:qFormat/>
    <w:rsid w:val="00F947C6"/>
    <w:pPr>
      <w:keepNext/>
      <w:widowControl/>
      <w:jc w:val="both"/>
      <w:outlineLvl w:val="3"/>
    </w:pPr>
    <w:rPr>
      <w:rFonts w:ascii="Times New Roman" w:hAnsi="Times New Roman"/>
      <w:b/>
      <w:bCs/>
      <w:sz w:val="28"/>
    </w:rPr>
  </w:style>
  <w:style w:type="paragraph" w:styleId="Naslov5">
    <w:name w:val="heading 5"/>
    <w:basedOn w:val="Navaden"/>
    <w:next w:val="Navaden"/>
    <w:qFormat/>
    <w:rsid w:val="00F947C6"/>
    <w:pPr>
      <w:keepNext/>
      <w:jc w:val="center"/>
      <w:outlineLvl w:val="4"/>
    </w:pPr>
    <w:rPr>
      <w:rFonts w:ascii="Times New Roman" w:hAnsi="Times New Roman"/>
      <w:b/>
      <w:bCs/>
      <w:spacing w:val="20"/>
      <w:sz w:val="40"/>
      <w:lang w:val="sl-SI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8732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0445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F947C6"/>
    <w:pPr>
      <w:widowControl/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sl-SI"/>
    </w:rPr>
  </w:style>
  <w:style w:type="paragraph" w:styleId="Telobesedila">
    <w:name w:val="Body Text"/>
    <w:basedOn w:val="Navaden"/>
    <w:rsid w:val="00F947C6"/>
    <w:rPr>
      <w:b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613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61335"/>
    <w:rPr>
      <w:rFonts w:ascii="Tahoma" w:hAnsi="Tahoma" w:cs="Tahoma"/>
      <w:sz w:val="16"/>
      <w:szCs w:val="16"/>
      <w:lang w:val="en-AU" w:eastAsia="en-US"/>
    </w:rPr>
  </w:style>
  <w:style w:type="table" w:styleId="Tabelamrea">
    <w:name w:val="Table Grid"/>
    <w:basedOn w:val="Navadnatabela"/>
    <w:rsid w:val="00585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semiHidden/>
    <w:unhideWhenUsed/>
    <w:rsid w:val="0049586D"/>
    <w:pPr>
      <w:tabs>
        <w:tab w:val="center" w:pos="4703"/>
        <w:tab w:val="right" w:pos="9406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49586D"/>
    <w:rPr>
      <w:rFonts w:ascii="SLO_Dutch" w:hAnsi="SLO_Dutch"/>
      <w:sz w:val="24"/>
      <w:lang w:val="en-AU"/>
    </w:rPr>
  </w:style>
  <w:style w:type="paragraph" w:styleId="Noga">
    <w:name w:val="footer"/>
    <w:basedOn w:val="Navaden"/>
    <w:link w:val="NogaZnak"/>
    <w:uiPriority w:val="99"/>
    <w:unhideWhenUsed/>
    <w:rsid w:val="0049586D"/>
    <w:pPr>
      <w:tabs>
        <w:tab w:val="center" w:pos="4703"/>
        <w:tab w:val="right" w:pos="9406"/>
      </w:tabs>
    </w:pPr>
  </w:style>
  <w:style w:type="character" w:customStyle="1" w:styleId="NogaZnak">
    <w:name w:val="Noga Znak"/>
    <w:basedOn w:val="Privzetapisavaodstavka"/>
    <w:link w:val="Noga"/>
    <w:uiPriority w:val="99"/>
    <w:rsid w:val="0049586D"/>
    <w:rPr>
      <w:rFonts w:ascii="SLO_Dutch" w:hAnsi="SLO_Dutch"/>
      <w:sz w:val="24"/>
      <w:lang w:val="en-AU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8732D"/>
    <w:rPr>
      <w:rFonts w:asciiTheme="majorHAnsi" w:eastAsiaTheme="majorEastAsia" w:hAnsiTheme="majorHAnsi" w:cstheme="majorBidi"/>
      <w:i/>
      <w:iCs/>
      <w:color w:val="204458" w:themeColor="accent1" w:themeShade="7F"/>
      <w:sz w:val="24"/>
      <w:lang w:val="en-AU"/>
    </w:rPr>
  </w:style>
  <w:style w:type="paragraph" w:styleId="Odstavekseznama">
    <w:name w:val="List Paragraph"/>
    <w:basedOn w:val="Navaden"/>
    <w:uiPriority w:val="34"/>
    <w:qFormat/>
    <w:rsid w:val="00FD1CA9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styleId="Hiperpovezava">
    <w:name w:val="Hyperlink"/>
    <w:basedOn w:val="Privzetapisavaodstavka"/>
    <w:semiHidden/>
    <w:unhideWhenUsed/>
    <w:rsid w:val="00BE17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0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stanislava.breznik@guest.arnes.s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util\ofice95\Templates\DOPIS%20Z%20LOGOTIPOM.dot" TargetMode="External"/></Relationships>
</file>

<file path=word/theme/theme1.xml><?xml version="1.0" encoding="utf-8"?>
<a:theme xmlns:a="http://schemas.openxmlformats.org/drawingml/2006/main" name="Officeova tema">
  <a:themeElements>
    <a:clrScheme name="Potujoč napis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Z LOGOTIPOM.dot</Template>
  <TotalTime>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Osnovna {ola  TABOR II</vt:lpstr>
    </vt:vector>
  </TitlesOfParts>
  <Company>Home Work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{ola  TABOR II</dc:title>
  <dc:creator>OS TABOR II,  Maribor</dc:creator>
  <cp:lastModifiedBy>Vlasta Henigsman</cp:lastModifiedBy>
  <cp:revision>2</cp:revision>
  <cp:lastPrinted>2014-10-01T06:38:00Z</cp:lastPrinted>
  <dcterms:created xsi:type="dcterms:W3CDTF">2015-10-26T22:28:00Z</dcterms:created>
  <dcterms:modified xsi:type="dcterms:W3CDTF">2015-10-26T22:28:00Z</dcterms:modified>
</cp:coreProperties>
</file>